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69" w:rsidRDefault="00DA0D69" w:rsidP="0086023A">
      <w:pPr>
        <w:shd w:val="clear" w:color="auto" w:fill="FFFFFF"/>
        <w:spacing w:before="72"/>
        <w:jc w:val="center"/>
        <w:rPr>
          <w:sz w:val="28"/>
          <w:szCs w:val="28"/>
        </w:rPr>
      </w:pPr>
      <w:r w:rsidRPr="006425BA">
        <w:rPr>
          <w:rFonts w:ascii="Monotype Corsiva" w:hAnsi="Monotype Corsiva"/>
          <w:noProof/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7" o:title=""/>
          </v:shape>
        </w:pict>
      </w:r>
      <w:bookmarkStart w:id="0" w:name="_GoBack"/>
      <w:bookmarkEnd w:id="0"/>
    </w:p>
    <w:p w:rsidR="00DA0D69" w:rsidRDefault="00DA0D69" w:rsidP="00905B33">
      <w:pPr>
        <w:spacing w:line="1" w:lineRule="exact"/>
        <w:rPr>
          <w:sz w:val="28"/>
          <w:szCs w:val="28"/>
        </w:rPr>
      </w:pPr>
    </w:p>
    <w:p w:rsidR="00DA0D69" w:rsidRPr="004E7A1C" w:rsidRDefault="00DA0D69" w:rsidP="00905B33">
      <w:pPr>
        <w:jc w:val="center"/>
        <w:outlineLvl w:val="0"/>
        <w:rPr>
          <w:b/>
          <w:sz w:val="10"/>
          <w:szCs w:val="10"/>
        </w:rPr>
      </w:pPr>
    </w:p>
    <w:p w:rsidR="00DA0D69" w:rsidRPr="00E93108" w:rsidRDefault="00DA0D69" w:rsidP="00905B33">
      <w:pPr>
        <w:jc w:val="center"/>
        <w:outlineLvl w:val="0"/>
        <w:rPr>
          <w:b/>
          <w:sz w:val="10"/>
          <w:szCs w:val="10"/>
        </w:rPr>
      </w:pPr>
    </w:p>
    <w:p w:rsidR="00DA0D69" w:rsidRDefault="00DA0D69" w:rsidP="00905B33">
      <w:pPr>
        <w:jc w:val="center"/>
        <w:outlineLvl w:val="0"/>
        <w:rPr>
          <w:b/>
          <w:sz w:val="32"/>
          <w:szCs w:val="32"/>
        </w:rPr>
      </w:pPr>
      <w:r>
        <w:rPr>
          <w:b/>
          <w:sz w:val="24"/>
          <w:szCs w:val="24"/>
        </w:rPr>
        <w:t>АДМИНИСТРАЦИЯ</w:t>
      </w:r>
      <w:r w:rsidRPr="00C96C8F">
        <w:rPr>
          <w:b/>
          <w:sz w:val="24"/>
          <w:szCs w:val="24"/>
        </w:rPr>
        <w:t xml:space="preserve"> НИЖНЕСЕРГИНСКОГО МУНИЦИПАЛЬНОГО РАЙОНА</w:t>
      </w:r>
    </w:p>
    <w:p w:rsidR="00DA0D69" w:rsidRPr="004E7A1C" w:rsidRDefault="00DA0D69" w:rsidP="00905B33">
      <w:pPr>
        <w:jc w:val="center"/>
        <w:outlineLvl w:val="0"/>
        <w:rPr>
          <w:b/>
          <w:sz w:val="16"/>
          <w:szCs w:val="16"/>
        </w:rPr>
      </w:pPr>
    </w:p>
    <w:p w:rsidR="00DA0D69" w:rsidRDefault="00DA0D69" w:rsidP="00905B33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DA0D69" w:rsidRPr="00C96C8F" w:rsidRDefault="00DA0D69" w:rsidP="00905B33">
      <w:pPr>
        <w:pBdr>
          <w:bottom w:val="thickThinSmallGap" w:sz="24" w:space="1" w:color="auto"/>
        </w:pBdr>
        <w:jc w:val="center"/>
        <w:outlineLvl w:val="0"/>
        <w:rPr>
          <w:b/>
          <w:sz w:val="24"/>
          <w:szCs w:val="24"/>
        </w:rPr>
      </w:pPr>
    </w:p>
    <w:p w:rsidR="00DA0D69" w:rsidRPr="0024591E" w:rsidRDefault="00DA0D69" w:rsidP="00A627F8">
      <w:pPr>
        <w:rPr>
          <w:sz w:val="28"/>
          <w:szCs w:val="28"/>
        </w:rPr>
      </w:pPr>
    </w:p>
    <w:p w:rsidR="00DA0D69" w:rsidRPr="00A660BC" w:rsidRDefault="00DA0D69" w:rsidP="00A627F8">
      <w:pPr>
        <w:rPr>
          <w:sz w:val="28"/>
          <w:szCs w:val="28"/>
        </w:rPr>
      </w:pPr>
      <w:r w:rsidRPr="0024591E">
        <w:rPr>
          <w:sz w:val="28"/>
          <w:szCs w:val="28"/>
        </w:rPr>
        <w:t>от</w:t>
      </w:r>
      <w:r w:rsidRPr="00A660BC">
        <w:rPr>
          <w:sz w:val="28"/>
          <w:szCs w:val="28"/>
        </w:rPr>
        <w:t xml:space="preserve"> </w:t>
      </w:r>
      <w:r>
        <w:rPr>
          <w:sz w:val="28"/>
          <w:szCs w:val="28"/>
        </w:rPr>
        <w:t>03.09.2019                          № 263-р</w:t>
      </w:r>
    </w:p>
    <w:p w:rsidR="00DA0D69" w:rsidRPr="00A660BC" w:rsidRDefault="00DA0D69" w:rsidP="00977B05">
      <w:pPr>
        <w:shd w:val="clear" w:color="auto" w:fill="FFFFFF"/>
        <w:ind w:firstLine="14"/>
        <w:rPr>
          <w:sz w:val="28"/>
          <w:szCs w:val="28"/>
        </w:rPr>
      </w:pPr>
    </w:p>
    <w:p w:rsidR="00DA0D69" w:rsidRPr="00A660BC" w:rsidRDefault="00DA0D69" w:rsidP="00905B33">
      <w:pPr>
        <w:rPr>
          <w:sz w:val="28"/>
          <w:szCs w:val="28"/>
        </w:rPr>
      </w:pPr>
    </w:p>
    <w:p w:rsidR="00DA0D69" w:rsidRDefault="00DA0D69" w:rsidP="00905B33">
      <w:pPr>
        <w:rPr>
          <w:sz w:val="28"/>
          <w:szCs w:val="28"/>
        </w:rPr>
      </w:pPr>
      <w:r>
        <w:rPr>
          <w:sz w:val="28"/>
          <w:szCs w:val="28"/>
        </w:rPr>
        <w:t xml:space="preserve">г. Нижние Серги </w:t>
      </w:r>
    </w:p>
    <w:p w:rsidR="00DA0D69" w:rsidRDefault="00DA0D69" w:rsidP="00905B33">
      <w:pPr>
        <w:rPr>
          <w:sz w:val="28"/>
          <w:szCs w:val="28"/>
        </w:rPr>
      </w:pPr>
    </w:p>
    <w:p w:rsidR="00DA0D69" w:rsidRPr="00162C72" w:rsidRDefault="00DA0D69" w:rsidP="003419CD">
      <w:pPr>
        <w:shd w:val="clear" w:color="auto" w:fill="FFFFFF"/>
        <w:tabs>
          <w:tab w:val="left" w:leader="hyphen" w:pos="4834"/>
        </w:tabs>
        <w:spacing w:before="5" w:line="312" w:lineRule="exact"/>
        <w:ind w:right="178"/>
        <w:jc w:val="center"/>
        <w:outlineLvl w:val="0"/>
        <w:rPr>
          <w:b/>
          <w:i/>
          <w:sz w:val="28"/>
          <w:szCs w:val="28"/>
        </w:rPr>
      </w:pPr>
      <w:r w:rsidRPr="00162C72">
        <w:rPr>
          <w:b/>
          <w:i/>
          <w:color w:val="252525"/>
          <w:sz w:val="28"/>
          <w:szCs w:val="28"/>
        </w:rPr>
        <w:t>О мероприятиях по обращению с твердыми коммунальными отходами, необходимых для бесперебойной работы по сбору, вывозу и утилизации мусора на территории  Кленовского сельского поселения</w:t>
      </w:r>
    </w:p>
    <w:p w:rsidR="00DA0D69" w:rsidRPr="00C4299E" w:rsidRDefault="00DA0D69" w:rsidP="00905B33">
      <w:pPr>
        <w:ind w:firstLine="360"/>
        <w:jc w:val="both"/>
        <w:rPr>
          <w:sz w:val="28"/>
          <w:szCs w:val="28"/>
        </w:rPr>
      </w:pPr>
    </w:p>
    <w:p w:rsidR="00DA0D69" w:rsidRPr="00086B08" w:rsidRDefault="00DA0D69" w:rsidP="004250ED">
      <w:pPr>
        <w:ind w:firstLine="426"/>
        <w:jc w:val="both"/>
        <w:rPr>
          <w:sz w:val="28"/>
          <w:szCs w:val="28"/>
        </w:rPr>
      </w:pPr>
      <w:r w:rsidRPr="003A2A7E">
        <w:rPr>
          <w:sz w:val="28"/>
          <w:szCs w:val="28"/>
        </w:rPr>
        <w:t>Руководствуясь Федеральным</w:t>
      </w:r>
      <w:r>
        <w:rPr>
          <w:sz w:val="28"/>
          <w:szCs w:val="28"/>
        </w:rPr>
        <w:t>и</w:t>
      </w:r>
      <w:r w:rsidRPr="003A2A7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3A2A7E">
        <w:rPr>
          <w:sz w:val="28"/>
          <w:szCs w:val="28"/>
        </w:rPr>
        <w:t xml:space="preserve"> от 06.10.2003 № 131-ФЗ «</w:t>
      </w:r>
      <w:r w:rsidRPr="003A2A7E">
        <w:rPr>
          <w:bCs/>
          <w:sz w:val="28"/>
          <w:szCs w:val="28"/>
        </w:rPr>
        <w:t>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2301A">
        <w:rPr>
          <w:sz w:val="28"/>
          <w:szCs w:val="28"/>
        </w:rPr>
        <w:t xml:space="preserve"> от 24 июня </w:t>
      </w:r>
      <w:smartTag w:uri="urn:schemas-microsoft-com:office:smarttags" w:element="metricconverter">
        <w:smartTagPr>
          <w:attr w:name="ProductID" w:val="1998 г"/>
        </w:smartTagPr>
        <w:r w:rsidRPr="00D2301A">
          <w:rPr>
            <w:sz w:val="28"/>
            <w:szCs w:val="28"/>
          </w:rPr>
          <w:t>1998 г</w:t>
        </w:r>
      </w:smartTag>
      <w:r w:rsidRPr="00D2301A">
        <w:rPr>
          <w:sz w:val="28"/>
          <w:szCs w:val="28"/>
        </w:rPr>
        <w:t>. № 89-ФЗ «Об отходах производства и потребления»</w:t>
      </w:r>
      <w:r>
        <w:rPr>
          <w:sz w:val="28"/>
          <w:szCs w:val="28"/>
        </w:rPr>
        <w:t>, в</w:t>
      </w:r>
      <w:r w:rsidRPr="00086B08">
        <w:rPr>
          <w:sz w:val="28"/>
          <w:szCs w:val="28"/>
        </w:rPr>
        <w:t xml:space="preserve"> связи с вступлением в силу с 01.01.2019 изменений в ст. 5Областно</w:t>
      </w:r>
      <w:r>
        <w:rPr>
          <w:sz w:val="28"/>
          <w:szCs w:val="28"/>
        </w:rPr>
        <w:t xml:space="preserve">го </w:t>
      </w:r>
      <w:r w:rsidRPr="00086B08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</w:t>
      </w:r>
      <w:r w:rsidRPr="00086B08">
        <w:rPr>
          <w:sz w:val="28"/>
          <w:szCs w:val="28"/>
        </w:rPr>
        <w:t>от 19 декабря 1997 года N 77-ОЗ "Об отходах производства и потребления"</w:t>
      </w:r>
      <w:r>
        <w:rPr>
          <w:sz w:val="28"/>
          <w:szCs w:val="28"/>
        </w:rPr>
        <w:t>, в соответствии с которыми к</w:t>
      </w:r>
      <w:r w:rsidRPr="00086B08">
        <w:rPr>
          <w:sz w:val="28"/>
          <w:szCs w:val="28"/>
        </w:rPr>
        <w:t xml:space="preserve"> полномочиям органов местного самоуправления муниципальных районов, расположенных на территории Свердловской области, в сфере обращения с твердыми коммунальными отходами в соответствии с федеральным законом относятся:</w:t>
      </w:r>
    </w:p>
    <w:p w:rsidR="00DA0D69" w:rsidRPr="00086B08" w:rsidRDefault="00DA0D69" w:rsidP="004250ED">
      <w:pPr>
        <w:ind w:firstLine="426"/>
        <w:jc w:val="both"/>
        <w:rPr>
          <w:sz w:val="28"/>
          <w:szCs w:val="28"/>
        </w:rPr>
      </w:pPr>
      <w:r w:rsidRPr="00086B08">
        <w:rPr>
          <w:sz w:val="28"/>
          <w:szCs w:val="28"/>
        </w:rPr>
        <w:t>1)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DA0D69" w:rsidRPr="00086B08" w:rsidRDefault="00DA0D69" w:rsidP="004250ED">
      <w:pPr>
        <w:ind w:firstLine="426"/>
        <w:jc w:val="both"/>
        <w:rPr>
          <w:sz w:val="28"/>
          <w:szCs w:val="28"/>
        </w:rPr>
      </w:pPr>
      <w:r w:rsidRPr="00086B08">
        <w:rPr>
          <w:sz w:val="28"/>
          <w:szCs w:val="28"/>
        </w:rPr>
        <w:t>2)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DA0D69" w:rsidRDefault="00DA0D69" w:rsidP="00AA306D">
      <w:pPr>
        <w:shd w:val="clear" w:color="auto" w:fill="FFFFFF"/>
        <w:ind w:firstLine="426"/>
        <w:jc w:val="both"/>
        <w:rPr>
          <w:sz w:val="28"/>
          <w:szCs w:val="28"/>
        </w:rPr>
      </w:pPr>
      <w:r w:rsidRPr="00086B08">
        <w:rPr>
          <w:sz w:val="28"/>
          <w:szCs w:val="28"/>
        </w:rPr>
        <w:t>3) организация экологического воспитания и формирования экологической культуры в сфере обращения с твердыми коммунальными отходами</w:t>
      </w:r>
      <w:r>
        <w:rPr>
          <w:sz w:val="28"/>
          <w:szCs w:val="28"/>
        </w:rPr>
        <w:t xml:space="preserve">, в целях оптимизации процесса сбора </w:t>
      </w:r>
      <w:r w:rsidRPr="00064BE8">
        <w:rPr>
          <w:sz w:val="28"/>
          <w:szCs w:val="28"/>
        </w:rPr>
        <w:t>(в том числе раздельно</w:t>
      </w:r>
      <w:r>
        <w:rPr>
          <w:sz w:val="28"/>
          <w:szCs w:val="28"/>
        </w:rPr>
        <w:t>го</w:t>
      </w:r>
      <w:r w:rsidRPr="00064BE8">
        <w:rPr>
          <w:sz w:val="28"/>
          <w:szCs w:val="28"/>
        </w:rPr>
        <w:t xml:space="preserve"> сбор</w:t>
      </w:r>
      <w:r>
        <w:rPr>
          <w:sz w:val="28"/>
          <w:szCs w:val="28"/>
        </w:rPr>
        <w:t>а</w:t>
      </w:r>
      <w:r w:rsidRPr="00064BE8">
        <w:rPr>
          <w:sz w:val="28"/>
          <w:szCs w:val="28"/>
        </w:rPr>
        <w:t xml:space="preserve">) </w:t>
      </w:r>
      <w:r>
        <w:rPr>
          <w:sz w:val="28"/>
          <w:szCs w:val="28"/>
        </w:rPr>
        <w:t>твердых коммунальных отходов, налаживания непрерывного контроля за процессом сбора и накопления ТКО в населенных пунктах Кленовского сельского поселения и оперативного реагирования на некачественное выполнение региональным оператором обязанностей по вывозу ТКО, создания благоприятной экологической обстановки на территории Кленовского сельского поселения,</w:t>
      </w:r>
    </w:p>
    <w:p w:rsidR="00DA0D69" w:rsidRDefault="00DA0D69" w:rsidP="0068130C">
      <w:pPr>
        <w:shd w:val="clear" w:color="auto" w:fill="FFFFFF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1.Потребовать от Захарова В.А., </w:t>
      </w:r>
      <w:r>
        <w:rPr>
          <w:color w:val="333333"/>
          <w:sz w:val="28"/>
          <w:szCs w:val="28"/>
          <w:shd w:val="clear" w:color="auto" w:fill="FFFFFF"/>
        </w:rPr>
        <w:t>заведующего</w:t>
      </w:r>
      <w:r w:rsidRPr="00B83156">
        <w:rPr>
          <w:color w:val="333333"/>
          <w:sz w:val="28"/>
          <w:szCs w:val="28"/>
          <w:shd w:val="clear" w:color="auto" w:fill="FFFFFF"/>
        </w:rPr>
        <w:t xml:space="preserve"> отделом по развитию и содержанию муниципальной инфраструктуры администрации Нижнесергинского муниципального района</w:t>
      </w:r>
      <w:r>
        <w:rPr>
          <w:color w:val="333333"/>
          <w:sz w:val="28"/>
          <w:szCs w:val="28"/>
          <w:shd w:val="clear" w:color="auto" w:fill="FFFFFF"/>
        </w:rPr>
        <w:t>:</w:t>
      </w:r>
    </w:p>
    <w:p w:rsidR="00DA0D69" w:rsidRDefault="00DA0D69" w:rsidP="0068130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- неукоснительного исполнения </w:t>
      </w:r>
      <w:r>
        <w:rPr>
          <w:color w:val="000000"/>
          <w:sz w:val="28"/>
          <w:szCs w:val="28"/>
          <w:shd w:val="clear" w:color="auto" w:fill="FFFFFF"/>
        </w:rPr>
        <w:t xml:space="preserve">должностной инструкции, </w:t>
      </w:r>
      <w:r w:rsidRPr="0068130C">
        <w:rPr>
          <w:color w:val="000000"/>
          <w:sz w:val="28"/>
          <w:szCs w:val="28"/>
        </w:rPr>
        <w:t>Положения об отделе по развитию и содержанию муниципальной</w:t>
      </w:r>
      <w:r>
        <w:rPr>
          <w:color w:val="000000"/>
          <w:sz w:val="28"/>
          <w:szCs w:val="28"/>
        </w:rPr>
        <w:t xml:space="preserve"> </w:t>
      </w:r>
      <w:r w:rsidRPr="0068130C">
        <w:rPr>
          <w:color w:val="000000"/>
          <w:sz w:val="28"/>
          <w:szCs w:val="28"/>
        </w:rPr>
        <w:t>инфраструктуры</w:t>
      </w:r>
      <w:r>
        <w:rPr>
          <w:color w:val="000000"/>
          <w:sz w:val="28"/>
          <w:szCs w:val="28"/>
        </w:rPr>
        <w:t xml:space="preserve"> </w:t>
      </w:r>
      <w:r w:rsidRPr="0068130C">
        <w:rPr>
          <w:color w:val="000000"/>
          <w:sz w:val="28"/>
          <w:szCs w:val="28"/>
        </w:rPr>
        <w:t>администрации Нижнесергинского муниципального района</w:t>
      </w:r>
      <w:r>
        <w:rPr>
          <w:color w:val="000000"/>
          <w:sz w:val="28"/>
          <w:szCs w:val="28"/>
        </w:rPr>
        <w:t xml:space="preserve">, </w:t>
      </w:r>
      <w:r w:rsidRPr="0068130C">
        <w:rPr>
          <w:color w:val="000000"/>
          <w:sz w:val="28"/>
          <w:szCs w:val="28"/>
        </w:rPr>
        <w:t>утвержденного решением Думы</w:t>
      </w:r>
      <w:r>
        <w:rPr>
          <w:color w:val="000000"/>
          <w:sz w:val="28"/>
          <w:szCs w:val="28"/>
        </w:rPr>
        <w:t xml:space="preserve"> </w:t>
      </w:r>
      <w:r w:rsidRPr="0068130C">
        <w:rPr>
          <w:color w:val="000000"/>
          <w:sz w:val="28"/>
          <w:szCs w:val="28"/>
        </w:rPr>
        <w:t>Нижнесергинского муниципального района</w:t>
      </w:r>
      <w:r>
        <w:rPr>
          <w:color w:val="000000"/>
          <w:sz w:val="28"/>
          <w:szCs w:val="28"/>
        </w:rPr>
        <w:t xml:space="preserve"> от </w:t>
      </w:r>
      <w:r w:rsidRPr="0068130C">
        <w:rPr>
          <w:color w:val="000000"/>
          <w:sz w:val="28"/>
          <w:szCs w:val="28"/>
          <w:shd w:val="clear" w:color="auto" w:fill="FFFFFF"/>
        </w:rPr>
        <w:t>25.05.2017 № 435</w:t>
      </w:r>
      <w:r>
        <w:rPr>
          <w:color w:val="000000"/>
          <w:sz w:val="28"/>
          <w:szCs w:val="28"/>
          <w:shd w:val="clear" w:color="auto" w:fill="FFFFFF"/>
        </w:rPr>
        <w:t xml:space="preserve">,и предупредить о персональной ответственности за неисполнение и (или) срыв сроков исполнения поручений главы </w:t>
      </w:r>
      <w:r w:rsidRPr="0068130C">
        <w:rPr>
          <w:color w:val="000000"/>
          <w:sz w:val="28"/>
          <w:szCs w:val="28"/>
        </w:rPr>
        <w:t>Нижнесергинского муниципального района</w:t>
      </w:r>
      <w:r>
        <w:rPr>
          <w:color w:val="000000"/>
          <w:sz w:val="28"/>
          <w:szCs w:val="28"/>
        </w:rPr>
        <w:t>;</w:t>
      </w:r>
    </w:p>
    <w:p w:rsidR="00DA0D69" w:rsidRDefault="00DA0D69" w:rsidP="0091550E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-в срок до 20 октября 2019 года произвести монтаж площадок в соответствии с санитарными нормами (СанПиН 2.1.2.2645-10 «Санитарно-эпидемиологические требования к условиям проживания в жилых зданиях и помещениях; СанПиН 42-128-4690-88 «Санитарные правила содержания территорий».</w:t>
      </w:r>
    </w:p>
    <w:p w:rsidR="00DA0D69" w:rsidRPr="003C1095" w:rsidRDefault="00DA0D69" w:rsidP="0067534B">
      <w:pPr>
        <w:shd w:val="clear" w:color="auto" w:fill="FFFFFF"/>
        <w:tabs>
          <w:tab w:val="left" w:leader="hyphen" w:pos="4834"/>
        </w:tabs>
        <w:spacing w:line="312" w:lineRule="exact"/>
        <w:ind w:right="17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 распоряжение </w:t>
      </w:r>
      <w:r w:rsidRPr="00880BE6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 а</w:t>
      </w:r>
      <w:r w:rsidRPr="00880BE6">
        <w:rPr>
          <w:sz w:val="28"/>
          <w:szCs w:val="28"/>
        </w:rPr>
        <w:t xml:space="preserve">дминистрации </w:t>
      </w:r>
      <w:r w:rsidRPr="00621247">
        <w:rPr>
          <w:sz w:val="28"/>
          <w:szCs w:val="28"/>
        </w:rPr>
        <w:t>Нижнесергинского муниципального района</w:t>
      </w:r>
      <w:r>
        <w:rPr>
          <w:sz w:val="28"/>
          <w:szCs w:val="28"/>
        </w:rPr>
        <w:t xml:space="preserve"> </w:t>
      </w:r>
      <w:r w:rsidRPr="008B75C9">
        <w:rPr>
          <w:sz w:val="28"/>
          <w:szCs w:val="28"/>
        </w:rPr>
        <w:t>в информационно-телекоммуникационной сети «Интернет».</w:t>
      </w:r>
    </w:p>
    <w:p w:rsidR="00DA0D69" w:rsidRPr="003A2A7E" w:rsidRDefault="00DA0D69" w:rsidP="006753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2A7E">
        <w:rPr>
          <w:sz w:val="28"/>
          <w:szCs w:val="28"/>
        </w:rPr>
        <w:t>. Контроль за исполнением настоящего распоряжения оставляю за собой.</w:t>
      </w:r>
    </w:p>
    <w:p w:rsidR="00DA0D69" w:rsidRDefault="00DA0D69" w:rsidP="00905B33">
      <w:pPr>
        <w:ind w:firstLine="540"/>
        <w:jc w:val="both"/>
        <w:rPr>
          <w:sz w:val="28"/>
          <w:szCs w:val="28"/>
        </w:rPr>
      </w:pPr>
    </w:p>
    <w:p w:rsidR="00DA0D69" w:rsidRDefault="00DA0D69" w:rsidP="00905B33">
      <w:pPr>
        <w:ind w:firstLine="540"/>
        <w:jc w:val="both"/>
        <w:rPr>
          <w:sz w:val="28"/>
          <w:szCs w:val="28"/>
        </w:rPr>
      </w:pPr>
    </w:p>
    <w:p w:rsidR="00DA0D69" w:rsidRDefault="00DA0D69" w:rsidP="00162C72">
      <w:pPr>
        <w:jc w:val="both"/>
        <w:rPr>
          <w:sz w:val="28"/>
          <w:szCs w:val="28"/>
        </w:rPr>
      </w:pPr>
    </w:p>
    <w:p w:rsidR="00DA0D69" w:rsidRDefault="00DA0D69" w:rsidP="00905B33">
      <w:pPr>
        <w:shd w:val="clear" w:color="auto" w:fill="FFFFFF"/>
        <w:spacing w:before="34" w:line="250" w:lineRule="exac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Нижнесергинского </w:t>
      </w:r>
    </w:p>
    <w:p w:rsidR="00DA0D69" w:rsidRDefault="00DA0D69" w:rsidP="00AA306D">
      <w:pPr>
        <w:shd w:val="clear" w:color="auto" w:fill="FFFFFF"/>
        <w:spacing w:before="34" w:line="250" w:lineRule="exac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муниципального района                   </w:t>
      </w:r>
      <w:r>
        <w:rPr>
          <w:rFonts w:cs="Liberation Serif"/>
          <w:sz w:val="26"/>
          <w:szCs w:val="26"/>
        </w:rPr>
        <w:t xml:space="preserve">                                                         </w:t>
      </w:r>
      <w:r>
        <w:rPr>
          <w:color w:val="000000"/>
          <w:spacing w:val="-1"/>
          <w:sz w:val="28"/>
          <w:szCs w:val="28"/>
        </w:rPr>
        <w:t xml:space="preserve">В.В. Еремеев    </w:t>
      </w:r>
    </w:p>
    <w:p w:rsidR="00DA0D69" w:rsidRDefault="00DA0D69" w:rsidP="00AA306D">
      <w:pPr>
        <w:shd w:val="clear" w:color="auto" w:fill="FFFFFF"/>
        <w:spacing w:before="34" w:line="250" w:lineRule="exact"/>
        <w:rPr>
          <w:color w:val="000000"/>
          <w:spacing w:val="-1"/>
          <w:sz w:val="28"/>
          <w:szCs w:val="28"/>
        </w:rPr>
      </w:pPr>
    </w:p>
    <w:p w:rsidR="00DA0D69" w:rsidRDefault="00DA0D69" w:rsidP="00AA306D">
      <w:pPr>
        <w:shd w:val="clear" w:color="auto" w:fill="FFFFFF"/>
        <w:spacing w:before="34" w:line="250" w:lineRule="exact"/>
        <w:rPr>
          <w:color w:val="000000"/>
          <w:spacing w:val="-1"/>
          <w:sz w:val="28"/>
          <w:szCs w:val="28"/>
        </w:rPr>
      </w:pPr>
    </w:p>
    <w:p w:rsidR="00DA0D69" w:rsidRPr="00AA306D" w:rsidRDefault="00DA0D69" w:rsidP="00AA306D">
      <w:pPr>
        <w:shd w:val="clear" w:color="auto" w:fill="FFFFFF"/>
        <w:spacing w:before="34" w:line="250" w:lineRule="exact"/>
        <w:rPr>
          <w:color w:val="000000"/>
          <w:spacing w:val="-1"/>
          <w:sz w:val="28"/>
          <w:szCs w:val="28"/>
        </w:rPr>
      </w:pPr>
    </w:p>
    <w:sectPr w:rsidR="00DA0D69" w:rsidRPr="00AA306D" w:rsidSect="00162C72">
      <w:headerReference w:type="even" r:id="rId8"/>
      <w:type w:val="continuous"/>
      <w:pgSz w:w="11907" w:h="16840" w:code="9"/>
      <w:pgMar w:top="1135" w:right="567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D69" w:rsidRDefault="00DA0D69">
      <w:r>
        <w:separator/>
      </w:r>
    </w:p>
  </w:endnote>
  <w:endnote w:type="continuationSeparator" w:id="1">
    <w:p w:rsidR="00DA0D69" w:rsidRDefault="00DA0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D69" w:rsidRDefault="00DA0D69">
      <w:r>
        <w:separator/>
      </w:r>
    </w:p>
  </w:footnote>
  <w:footnote w:type="continuationSeparator" w:id="1">
    <w:p w:rsidR="00DA0D69" w:rsidRDefault="00DA0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D69" w:rsidRDefault="00DA0D69" w:rsidP="009340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0D69" w:rsidRDefault="00DA0D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C6FF18"/>
    <w:lvl w:ilvl="0">
      <w:numFmt w:val="bullet"/>
      <w:lvlText w:val="*"/>
      <w:lvlJc w:val="left"/>
    </w:lvl>
  </w:abstractNum>
  <w:abstractNum w:abstractNumId="1">
    <w:nsid w:val="00BD733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E21285"/>
    <w:multiLevelType w:val="hybridMultilevel"/>
    <w:tmpl w:val="4CA6135A"/>
    <w:lvl w:ilvl="0" w:tplc="807A30BE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BA5060"/>
    <w:multiLevelType w:val="singleLevel"/>
    <w:tmpl w:val="87D433C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086C53D7"/>
    <w:multiLevelType w:val="hybridMultilevel"/>
    <w:tmpl w:val="353A39A6"/>
    <w:lvl w:ilvl="0" w:tplc="807A30BE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B2C389A"/>
    <w:multiLevelType w:val="hybridMultilevel"/>
    <w:tmpl w:val="E9BED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FE0148"/>
    <w:multiLevelType w:val="hybridMultilevel"/>
    <w:tmpl w:val="96329E64"/>
    <w:lvl w:ilvl="0" w:tplc="ADE6D51C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0E5040BA"/>
    <w:multiLevelType w:val="singleLevel"/>
    <w:tmpl w:val="E710E9A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8">
    <w:nsid w:val="0F8A5739"/>
    <w:multiLevelType w:val="hybridMultilevel"/>
    <w:tmpl w:val="FCA87F36"/>
    <w:lvl w:ilvl="0" w:tplc="ADE6D51C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B869C8"/>
    <w:multiLevelType w:val="singleLevel"/>
    <w:tmpl w:val="CFDE1DEE"/>
    <w:lvl w:ilvl="0">
      <w:start w:val="1"/>
      <w:numFmt w:val="decimal"/>
      <w:lvlText w:val="%1."/>
      <w:lvlJc w:val="left"/>
      <w:pPr>
        <w:tabs>
          <w:tab w:val="num" w:pos="1032"/>
        </w:tabs>
        <w:ind w:left="1032" w:hanging="465"/>
      </w:pPr>
      <w:rPr>
        <w:rFonts w:cs="Times New Roman" w:hint="default"/>
      </w:rPr>
    </w:lvl>
  </w:abstractNum>
  <w:abstractNum w:abstractNumId="10">
    <w:nsid w:val="20773C34"/>
    <w:multiLevelType w:val="hybridMultilevel"/>
    <w:tmpl w:val="12FCA60A"/>
    <w:lvl w:ilvl="0" w:tplc="5C8828C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3755B9"/>
    <w:multiLevelType w:val="hybridMultilevel"/>
    <w:tmpl w:val="A574FA34"/>
    <w:lvl w:ilvl="0" w:tplc="2AE29A6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54292E"/>
    <w:multiLevelType w:val="hybridMultilevel"/>
    <w:tmpl w:val="A0FA210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EB4961"/>
    <w:multiLevelType w:val="hybridMultilevel"/>
    <w:tmpl w:val="5A48DDF4"/>
    <w:lvl w:ilvl="0" w:tplc="532C369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4">
    <w:nsid w:val="26195321"/>
    <w:multiLevelType w:val="singleLevel"/>
    <w:tmpl w:val="BDF024FE"/>
    <w:lvl w:ilvl="0">
      <w:start w:val="1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292A7035"/>
    <w:multiLevelType w:val="hybridMultilevel"/>
    <w:tmpl w:val="CFE4E96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316E3F"/>
    <w:multiLevelType w:val="singleLevel"/>
    <w:tmpl w:val="8B585318"/>
    <w:lvl w:ilvl="0">
      <w:start w:val="4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7">
    <w:nsid w:val="2BEE77EA"/>
    <w:multiLevelType w:val="singleLevel"/>
    <w:tmpl w:val="163E860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C125B56"/>
    <w:multiLevelType w:val="singleLevel"/>
    <w:tmpl w:val="6FB86C2E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9">
    <w:nsid w:val="355077F8"/>
    <w:multiLevelType w:val="singleLevel"/>
    <w:tmpl w:val="87D433C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858566A"/>
    <w:multiLevelType w:val="hybridMultilevel"/>
    <w:tmpl w:val="E8245360"/>
    <w:lvl w:ilvl="0" w:tplc="ADE6D51C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940AEE"/>
    <w:multiLevelType w:val="hybridMultilevel"/>
    <w:tmpl w:val="6E7E731E"/>
    <w:lvl w:ilvl="0" w:tplc="E402A19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2">
    <w:nsid w:val="3F7356E5"/>
    <w:multiLevelType w:val="hybridMultilevel"/>
    <w:tmpl w:val="9E42D252"/>
    <w:lvl w:ilvl="0" w:tplc="07082BA8">
      <w:start w:val="1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20755FD"/>
    <w:multiLevelType w:val="hybridMultilevel"/>
    <w:tmpl w:val="5CFA4656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3346E51"/>
    <w:multiLevelType w:val="hybridMultilevel"/>
    <w:tmpl w:val="73469E9A"/>
    <w:lvl w:ilvl="0" w:tplc="99DC1B78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3062FB"/>
    <w:multiLevelType w:val="multilevel"/>
    <w:tmpl w:val="4CA6135A"/>
    <w:lvl w:ilvl="0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B64067C"/>
    <w:multiLevelType w:val="multilevel"/>
    <w:tmpl w:val="FABC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764708"/>
    <w:multiLevelType w:val="singleLevel"/>
    <w:tmpl w:val="72023240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577E3A8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ACD461E"/>
    <w:multiLevelType w:val="hybridMultilevel"/>
    <w:tmpl w:val="617C527A"/>
    <w:lvl w:ilvl="0" w:tplc="0419000F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  <w:rPr>
        <w:rFonts w:cs="Times New Roman"/>
      </w:rPr>
    </w:lvl>
  </w:abstractNum>
  <w:abstractNum w:abstractNumId="30">
    <w:nsid w:val="603D6016"/>
    <w:multiLevelType w:val="hybridMultilevel"/>
    <w:tmpl w:val="0440846E"/>
    <w:lvl w:ilvl="0" w:tplc="807A30BE">
      <w:start w:val="2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04C131E"/>
    <w:multiLevelType w:val="singleLevel"/>
    <w:tmpl w:val="E710E9A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2">
    <w:nsid w:val="6057381B"/>
    <w:multiLevelType w:val="singleLevel"/>
    <w:tmpl w:val="61D0ED6E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3">
    <w:nsid w:val="64416245"/>
    <w:multiLevelType w:val="hybridMultilevel"/>
    <w:tmpl w:val="87147CA2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>
    <w:nsid w:val="6CBF399B"/>
    <w:multiLevelType w:val="multilevel"/>
    <w:tmpl w:val="40186698"/>
    <w:lvl w:ilvl="0">
      <w:start w:val="1"/>
      <w:numFmt w:val="decimal"/>
      <w:lvlText w:val="%1."/>
      <w:lvlJc w:val="left"/>
      <w:pPr>
        <w:ind w:left="1700" w:hanging="99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39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4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5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70" w:hanging="2160"/>
      </w:pPr>
      <w:rPr>
        <w:rFonts w:cs="Times New Roman"/>
      </w:rPr>
    </w:lvl>
  </w:abstractNum>
  <w:abstractNum w:abstractNumId="35">
    <w:nsid w:val="71547919"/>
    <w:multiLevelType w:val="singleLevel"/>
    <w:tmpl w:val="E710E9A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6">
    <w:nsid w:val="720873AD"/>
    <w:multiLevelType w:val="hybridMultilevel"/>
    <w:tmpl w:val="ECC84666"/>
    <w:lvl w:ilvl="0" w:tplc="ADE6D51C">
      <w:start w:val="1"/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21429EF"/>
    <w:multiLevelType w:val="hybridMultilevel"/>
    <w:tmpl w:val="7DA471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286112"/>
    <w:multiLevelType w:val="hybridMultilevel"/>
    <w:tmpl w:val="B29EE3C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9">
    <w:nsid w:val="798820E1"/>
    <w:multiLevelType w:val="hybridMultilevel"/>
    <w:tmpl w:val="1A4AF62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7ADC247E"/>
    <w:multiLevelType w:val="hybridMultilevel"/>
    <w:tmpl w:val="8266E192"/>
    <w:lvl w:ilvl="0" w:tplc="999EAD6E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1">
    <w:nsid w:val="7BDA339D"/>
    <w:multiLevelType w:val="hybridMultilevel"/>
    <w:tmpl w:val="97B45212"/>
    <w:lvl w:ilvl="0" w:tplc="ADE6D51C">
      <w:start w:val="1"/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35"/>
  </w:num>
  <w:num w:numId="4">
    <w:abstractNumId w:val="31"/>
  </w:num>
  <w:num w:numId="5">
    <w:abstractNumId w:val="7"/>
  </w:num>
  <w:num w:numId="6">
    <w:abstractNumId w:val="17"/>
  </w:num>
  <w:num w:numId="7">
    <w:abstractNumId w:val="27"/>
  </w:num>
  <w:num w:numId="8">
    <w:abstractNumId w:val="9"/>
  </w:num>
  <w:num w:numId="9">
    <w:abstractNumId w:val="14"/>
  </w:num>
  <w:num w:numId="10">
    <w:abstractNumId w:val="5"/>
  </w:num>
  <w:num w:numId="11">
    <w:abstractNumId w:val="29"/>
  </w:num>
  <w:num w:numId="12">
    <w:abstractNumId w:val="38"/>
  </w:num>
  <w:num w:numId="13">
    <w:abstractNumId w:val="40"/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15">
    <w:abstractNumId w:val="30"/>
  </w:num>
  <w:num w:numId="16">
    <w:abstractNumId w:val="2"/>
  </w:num>
  <w:num w:numId="17">
    <w:abstractNumId w:val="25"/>
  </w:num>
  <w:num w:numId="18">
    <w:abstractNumId w:val="4"/>
  </w:num>
  <w:num w:numId="19">
    <w:abstractNumId w:val="11"/>
  </w:num>
  <w:num w:numId="20">
    <w:abstractNumId w:val="21"/>
  </w:num>
  <w:num w:numId="21">
    <w:abstractNumId w:val="33"/>
  </w:num>
  <w:num w:numId="22">
    <w:abstractNumId w:val="39"/>
  </w:num>
  <w:num w:numId="23">
    <w:abstractNumId w:val="12"/>
  </w:num>
  <w:num w:numId="24">
    <w:abstractNumId w:val="37"/>
  </w:num>
  <w:num w:numId="25">
    <w:abstractNumId w:val="32"/>
  </w:num>
  <w:num w:numId="26">
    <w:abstractNumId w:val="16"/>
  </w:num>
  <w:num w:numId="27">
    <w:abstractNumId w:val="22"/>
  </w:num>
  <w:num w:numId="28">
    <w:abstractNumId w:val="24"/>
  </w:num>
  <w:num w:numId="29">
    <w:abstractNumId w:val="23"/>
  </w:num>
  <w:num w:numId="30">
    <w:abstractNumId w:val="6"/>
  </w:num>
  <w:num w:numId="31">
    <w:abstractNumId w:val="20"/>
  </w:num>
  <w:num w:numId="32">
    <w:abstractNumId w:val="8"/>
  </w:num>
  <w:num w:numId="33">
    <w:abstractNumId w:val="41"/>
  </w:num>
  <w:num w:numId="34">
    <w:abstractNumId w:val="36"/>
  </w:num>
  <w:num w:numId="35">
    <w:abstractNumId w:val="28"/>
  </w:num>
  <w:num w:numId="36">
    <w:abstractNumId w:val="1"/>
  </w:num>
  <w:num w:numId="37">
    <w:abstractNumId w:val="18"/>
  </w:num>
  <w:num w:numId="38">
    <w:abstractNumId w:val="26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5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321"/>
    <w:rsid w:val="000047C0"/>
    <w:rsid w:val="0000638C"/>
    <w:rsid w:val="00011612"/>
    <w:rsid w:val="00012CC0"/>
    <w:rsid w:val="000276C3"/>
    <w:rsid w:val="00034302"/>
    <w:rsid w:val="00034F73"/>
    <w:rsid w:val="00035077"/>
    <w:rsid w:val="00037A2A"/>
    <w:rsid w:val="00040B32"/>
    <w:rsid w:val="00046211"/>
    <w:rsid w:val="00047336"/>
    <w:rsid w:val="00050712"/>
    <w:rsid w:val="000513D3"/>
    <w:rsid w:val="00056478"/>
    <w:rsid w:val="00056DEF"/>
    <w:rsid w:val="00056F98"/>
    <w:rsid w:val="00057CFF"/>
    <w:rsid w:val="00062244"/>
    <w:rsid w:val="00064BE8"/>
    <w:rsid w:val="0007005F"/>
    <w:rsid w:val="00070D44"/>
    <w:rsid w:val="00072020"/>
    <w:rsid w:val="00075F12"/>
    <w:rsid w:val="00081F55"/>
    <w:rsid w:val="00083F75"/>
    <w:rsid w:val="00085615"/>
    <w:rsid w:val="00086B08"/>
    <w:rsid w:val="000959EC"/>
    <w:rsid w:val="000A1B8B"/>
    <w:rsid w:val="000A3D2D"/>
    <w:rsid w:val="000B18E4"/>
    <w:rsid w:val="000B454F"/>
    <w:rsid w:val="000B5ED3"/>
    <w:rsid w:val="000C022B"/>
    <w:rsid w:val="000C402E"/>
    <w:rsid w:val="000D1536"/>
    <w:rsid w:val="000D2300"/>
    <w:rsid w:val="000D30DB"/>
    <w:rsid w:val="000D3F63"/>
    <w:rsid w:val="000D729E"/>
    <w:rsid w:val="000E3ED0"/>
    <w:rsid w:val="000E651A"/>
    <w:rsid w:val="000E664E"/>
    <w:rsid w:val="000F69D0"/>
    <w:rsid w:val="00102FC9"/>
    <w:rsid w:val="00114687"/>
    <w:rsid w:val="00116459"/>
    <w:rsid w:val="00116823"/>
    <w:rsid w:val="00121EBB"/>
    <w:rsid w:val="001220FE"/>
    <w:rsid w:val="0012282D"/>
    <w:rsid w:val="00126692"/>
    <w:rsid w:val="001338C2"/>
    <w:rsid w:val="00142952"/>
    <w:rsid w:val="001542C5"/>
    <w:rsid w:val="00154B40"/>
    <w:rsid w:val="00154CB1"/>
    <w:rsid w:val="00155025"/>
    <w:rsid w:val="00161603"/>
    <w:rsid w:val="00162C72"/>
    <w:rsid w:val="00163A55"/>
    <w:rsid w:val="00166D69"/>
    <w:rsid w:val="00170149"/>
    <w:rsid w:val="00173F97"/>
    <w:rsid w:val="00182948"/>
    <w:rsid w:val="00193CD6"/>
    <w:rsid w:val="001A03BC"/>
    <w:rsid w:val="001A5CF7"/>
    <w:rsid w:val="001A7026"/>
    <w:rsid w:val="001B0713"/>
    <w:rsid w:val="001B5DE3"/>
    <w:rsid w:val="001B6F25"/>
    <w:rsid w:val="001B7ABA"/>
    <w:rsid w:val="001C02CD"/>
    <w:rsid w:val="001C2919"/>
    <w:rsid w:val="001C335B"/>
    <w:rsid w:val="001C444A"/>
    <w:rsid w:val="001D0321"/>
    <w:rsid w:val="001D1FB8"/>
    <w:rsid w:val="001E43D0"/>
    <w:rsid w:val="001E67EA"/>
    <w:rsid w:val="0020108C"/>
    <w:rsid w:val="002038CF"/>
    <w:rsid w:val="002050E4"/>
    <w:rsid w:val="00211857"/>
    <w:rsid w:val="00214AC4"/>
    <w:rsid w:val="00214B5F"/>
    <w:rsid w:val="002203D0"/>
    <w:rsid w:val="00230DA6"/>
    <w:rsid w:val="00232BB3"/>
    <w:rsid w:val="0023434B"/>
    <w:rsid w:val="00240882"/>
    <w:rsid w:val="00242829"/>
    <w:rsid w:val="00243C64"/>
    <w:rsid w:val="0024591E"/>
    <w:rsid w:val="00250F59"/>
    <w:rsid w:val="002538D6"/>
    <w:rsid w:val="002631B5"/>
    <w:rsid w:val="0026342F"/>
    <w:rsid w:val="0026459B"/>
    <w:rsid w:val="0026762E"/>
    <w:rsid w:val="00290E8E"/>
    <w:rsid w:val="002933A8"/>
    <w:rsid w:val="002934FD"/>
    <w:rsid w:val="002965ED"/>
    <w:rsid w:val="00297A08"/>
    <w:rsid w:val="002A1352"/>
    <w:rsid w:val="002A1EE5"/>
    <w:rsid w:val="002A40C5"/>
    <w:rsid w:val="002B6C35"/>
    <w:rsid w:val="002C0192"/>
    <w:rsid w:val="002C0A97"/>
    <w:rsid w:val="002C1D07"/>
    <w:rsid w:val="002C4608"/>
    <w:rsid w:val="002C790A"/>
    <w:rsid w:val="002C7D25"/>
    <w:rsid w:val="002D410B"/>
    <w:rsid w:val="002E69C8"/>
    <w:rsid w:val="002F04EF"/>
    <w:rsid w:val="00302182"/>
    <w:rsid w:val="00304246"/>
    <w:rsid w:val="003046FE"/>
    <w:rsid w:val="00305CAA"/>
    <w:rsid w:val="003159E7"/>
    <w:rsid w:val="00317F8D"/>
    <w:rsid w:val="00326C4F"/>
    <w:rsid w:val="003419CD"/>
    <w:rsid w:val="00342546"/>
    <w:rsid w:val="00343DA0"/>
    <w:rsid w:val="0035240F"/>
    <w:rsid w:val="00355D27"/>
    <w:rsid w:val="00355E58"/>
    <w:rsid w:val="00362991"/>
    <w:rsid w:val="00364DB6"/>
    <w:rsid w:val="0036621A"/>
    <w:rsid w:val="00372339"/>
    <w:rsid w:val="00376673"/>
    <w:rsid w:val="00377D42"/>
    <w:rsid w:val="003862F9"/>
    <w:rsid w:val="003870F3"/>
    <w:rsid w:val="003A10F2"/>
    <w:rsid w:val="003A2A7E"/>
    <w:rsid w:val="003A2EB9"/>
    <w:rsid w:val="003A64F2"/>
    <w:rsid w:val="003A68E8"/>
    <w:rsid w:val="003B12EC"/>
    <w:rsid w:val="003C1095"/>
    <w:rsid w:val="003C2DD7"/>
    <w:rsid w:val="003C3095"/>
    <w:rsid w:val="003C46DF"/>
    <w:rsid w:val="003C65E3"/>
    <w:rsid w:val="003D20CF"/>
    <w:rsid w:val="003D3DA7"/>
    <w:rsid w:val="003D446E"/>
    <w:rsid w:val="003D4AE5"/>
    <w:rsid w:val="003D5103"/>
    <w:rsid w:val="003E15C6"/>
    <w:rsid w:val="003E3A22"/>
    <w:rsid w:val="003E407E"/>
    <w:rsid w:val="003E51E3"/>
    <w:rsid w:val="003E6EC2"/>
    <w:rsid w:val="003F0FBC"/>
    <w:rsid w:val="003F3AA0"/>
    <w:rsid w:val="003F46EC"/>
    <w:rsid w:val="003F6196"/>
    <w:rsid w:val="004003F3"/>
    <w:rsid w:val="00402D3F"/>
    <w:rsid w:val="00403AC1"/>
    <w:rsid w:val="00405B9E"/>
    <w:rsid w:val="00407E31"/>
    <w:rsid w:val="00412179"/>
    <w:rsid w:val="004174B1"/>
    <w:rsid w:val="00417A4D"/>
    <w:rsid w:val="004234B0"/>
    <w:rsid w:val="004244CD"/>
    <w:rsid w:val="004250ED"/>
    <w:rsid w:val="00431A7F"/>
    <w:rsid w:val="0043601F"/>
    <w:rsid w:val="0043608C"/>
    <w:rsid w:val="00436243"/>
    <w:rsid w:val="004447D3"/>
    <w:rsid w:val="0044772D"/>
    <w:rsid w:val="00453D41"/>
    <w:rsid w:val="0046036A"/>
    <w:rsid w:val="00461502"/>
    <w:rsid w:val="00462A74"/>
    <w:rsid w:val="004661C6"/>
    <w:rsid w:val="00467206"/>
    <w:rsid w:val="0048406F"/>
    <w:rsid w:val="00484519"/>
    <w:rsid w:val="00485129"/>
    <w:rsid w:val="004869EB"/>
    <w:rsid w:val="00492F34"/>
    <w:rsid w:val="004932D6"/>
    <w:rsid w:val="00494940"/>
    <w:rsid w:val="004B0655"/>
    <w:rsid w:val="004B08A4"/>
    <w:rsid w:val="004B60DC"/>
    <w:rsid w:val="004B775B"/>
    <w:rsid w:val="004C6621"/>
    <w:rsid w:val="004C72A0"/>
    <w:rsid w:val="004D0186"/>
    <w:rsid w:val="004D0432"/>
    <w:rsid w:val="004D2BE6"/>
    <w:rsid w:val="004D48DB"/>
    <w:rsid w:val="004E6C71"/>
    <w:rsid w:val="004E7A1C"/>
    <w:rsid w:val="004F7229"/>
    <w:rsid w:val="004F7490"/>
    <w:rsid w:val="00501D04"/>
    <w:rsid w:val="00503405"/>
    <w:rsid w:val="00503AC9"/>
    <w:rsid w:val="00504A6F"/>
    <w:rsid w:val="005064A9"/>
    <w:rsid w:val="00510DDA"/>
    <w:rsid w:val="00511409"/>
    <w:rsid w:val="00515ACF"/>
    <w:rsid w:val="005228CD"/>
    <w:rsid w:val="00540833"/>
    <w:rsid w:val="00540A70"/>
    <w:rsid w:val="005438F6"/>
    <w:rsid w:val="00550E25"/>
    <w:rsid w:val="00554E4B"/>
    <w:rsid w:val="00555EF8"/>
    <w:rsid w:val="005576F5"/>
    <w:rsid w:val="005636EC"/>
    <w:rsid w:val="0056497E"/>
    <w:rsid w:val="005740F9"/>
    <w:rsid w:val="00574E05"/>
    <w:rsid w:val="00575549"/>
    <w:rsid w:val="0057679D"/>
    <w:rsid w:val="00584A90"/>
    <w:rsid w:val="0058576F"/>
    <w:rsid w:val="005916DF"/>
    <w:rsid w:val="00597A92"/>
    <w:rsid w:val="005A7279"/>
    <w:rsid w:val="005B0143"/>
    <w:rsid w:val="005B13F8"/>
    <w:rsid w:val="005B55CE"/>
    <w:rsid w:val="005B752E"/>
    <w:rsid w:val="005B7B50"/>
    <w:rsid w:val="005C0DED"/>
    <w:rsid w:val="005C55D5"/>
    <w:rsid w:val="005C630E"/>
    <w:rsid w:val="005D1337"/>
    <w:rsid w:val="005D676A"/>
    <w:rsid w:val="005E6193"/>
    <w:rsid w:val="005F6A4F"/>
    <w:rsid w:val="00602D02"/>
    <w:rsid w:val="00602FC0"/>
    <w:rsid w:val="00603CAF"/>
    <w:rsid w:val="00610C2A"/>
    <w:rsid w:val="00613424"/>
    <w:rsid w:val="00613D99"/>
    <w:rsid w:val="00615F49"/>
    <w:rsid w:val="00621247"/>
    <w:rsid w:val="006244F1"/>
    <w:rsid w:val="00626993"/>
    <w:rsid w:val="00627461"/>
    <w:rsid w:val="00630E5D"/>
    <w:rsid w:val="00631F2C"/>
    <w:rsid w:val="0064088D"/>
    <w:rsid w:val="00641721"/>
    <w:rsid w:val="006425BA"/>
    <w:rsid w:val="006608F9"/>
    <w:rsid w:val="00663281"/>
    <w:rsid w:val="0067023A"/>
    <w:rsid w:val="006704CE"/>
    <w:rsid w:val="00670FD5"/>
    <w:rsid w:val="00672F12"/>
    <w:rsid w:val="00675325"/>
    <w:rsid w:val="0067534B"/>
    <w:rsid w:val="00675E0C"/>
    <w:rsid w:val="006808AB"/>
    <w:rsid w:val="0068130C"/>
    <w:rsid w:val="006819B9"/>
    <w:rsid w:val="0068609A"/>
    <w:rsid w:val="006951C0"/>
    <w:rsid w:val="006A0FFF"/>
    <w:rsid w:val="006A2E4D"/>
    <w:rsid w:val="006A363A"/>
    <w:rsid w:val="006A3C7C"/>
    <w:rsid w:val="006A721A"/>
    <w:rsid w:val="006B5F07"/>
    <w:rsid w:val="006B792D"/>
    <w:rsid w:val="006B7B3C"/>
    <w:rsid w:val="006C5476"/>
    <w:rsid w:val="006D1062"/>
    <w:rsid w:val="006D796F"/>
    <w:rsid w:val="006D7B2B"/>
    <w:rsid w:val="006E0206"/>
    <w:rsid w:val="006E1C69"/>
    <w:rsid w:val="006E2565"/>
    <w:rsid w:val="006E3F41"/>
    <w:rsid w:val="006E71C8"/>
    <w:rsid w:val="006F20CC"/>
    <w:rsid w:val="00701042"/>
    <w:rsid w:val="007055E0"/>
    <w:rsid w:val="00705DC4"/>
    <w:rsid w:val="0071018F"/>
    <w:rsid w:val="0071718C"/>
    <w:rsid w:val="007205AE"/>
    <w:rsid w:val="00720ABA"/>
    <w:rsid w:val="00723940"/>
    <w:rsid w:val="00723B99"/>
    <w:rsid w:val="00727164"/>
    <w:rsid w:val="0074229A"/>
    <w:rsid w:val="00746145"/>
    <w:rsid w:val="00747AF6"/>
    <w:rsid w:val="007523B5"/>
    <w:rsid w:val="00756599"/>
    <w:rsid w:val="00757CE3"/>
    <w:rsid w:val="00757F43"/>
    <w:rsid w:val="00764E1C"/>
    <w:rsid w:val="007724DE"/>
    <w:rsid w:val="00772EFA"/>
    <w:rsid w:val="007917D2"/>
    <w:rsid w:val="00791DC2"/>
    <w:rsid w:val="00793B1C"/>
    <w:rsid w:val="00794047"/>
    <w:rsid w:val="0079510D"/>
    <w:rsid w:val="00797E33"/>
    <w:rsid w:val="007A0466"/>
    <w:rsid w:val="007A40F4"/>
    <w:rsid w:val="007A4B4C"/>
    <w:rsid w:val="007B2641"/>
    <w:rsid w:val="007D0DBE"/>
    <w:rsid w:val="007D308D"/>
    <w:rsid w:val="007D375D"/>
    <w:rsid w:val="007E3634"/>
    <w:rsid w:val="007E5259"/>
    <w:rsid w:val="008048DF"/>
    <w:rsid w:val="0080625E"/>
    <w:rsid w:val="00823F29"/>
    <w:rsid w:val="008255BA"/>
    <w:rsid w:val="00825A66"/>
    <w:rsid w:val="008348CD"/>
    <w:rsid w:val="008361DE"/>
    <w:rsid w:val="00841999"/>
    <w:rsid w:val="00842479"/>
    <w:rsid w:val="00844EB6"/>
    <w:rsid w:val="008500C6"/>
    <w:rsid w:val="00850F8E"/>
    <w:rsid w:val="00855972"/>
    <w:rsid w:val="008563EE"/>
    <w:rsid w:val="00856A8A"/>
    <w:rsid w:val="0086023A"/>
    <w:rsid w:val="00864019"/>
    <w:rsid w:val="00870789"/>
    <w:rsid w:val="00874076"/>
    <w:rsid w:val="00880BE6"/>
    <w:rsid w:val="00883672"/>
    <w:rsid w:val="00884D69"/>
    <w:rsid w:val="00890A20"/>
    <w:rsid w:val="0089260A"/>
    <w:rsid w:val="008950A8"/>
    <w:rsid w:val="00897CDF"/>
    <w:rsid w:val="008A4706"/>
    <w:rsid w:val="008B47C9"/>
    <w:rsid w:val="008B75C9"/>
    <w:rsid w:val="008C07D1"/>
    <w:rsid w:val="008C0D6F"/>
    <w:rsid w:val="008C148F"/>
    <w:rsid w:val="008C289A"/>
    <w:rsid w:val="008C5095"/>
    <w:rsid w:val="008C5DA1"/>
    <w:rsid w:val="008C77A8"/>
    <w:rsid w:val="008D0C52"/>
    <w:rsid w:val="008D1BA9"/>
    <w:rsid w:val="008D718A"/>
    <w:rsid w:val="008D72D4"/>
    <w:rsid w:val="008E1028"/>
    <w:rsid w:val="008E5170"/>
    <w:rsid w:val="008E689A"/>
    <w:rsid w:val="008E7772"/>
    <w:rsid w:val="008F0EB4"/>
    <w:rsid w:val="008F5B83"/>
    <w:rsid w:val="00900426"/>
    <w:rsid w:val="0090079A"/>
    <w:rsid w:val="00901E67"/>
    <w:rsid w:val="00905B33"/>
    <w:rsid w:val="00915476"/>
    <w:rsid w:val="0091550E"/>
    <w:rsid w:val="0092148F"/>
    <w:rsid w:val="00931070"/>
    <w:rsid w:val="0093404B"/>
    <w:rsid w:val="009347B3"/>
    <w:rsid w:val="00940CF7"/>
    <w:rsid w:val="00944651"/>
    <w:rsid w:val="00960FB3"/>
    <w:rsid w:val="00960FB7"/>
    <w:rsid w:val="0096146D"/>
    <w:rsid w:val="00963A83"/>
    <w:rsid w:val="00967B2F"/>
    <w:rsid w:val="00970DB5"/>
    <w:rsid w:val="009761C5"/>
    <w:rsid w:val="00977B05"/>
    <w:rsid w:val="00984316"/>
    <w:rsid w:val="00986EF6"/>
    <w:rsid w:val="00993085"/>
    <w:rsid w:val="009977D5"/>
    <w:rsid w:val="009A38B6"/>
    <w:rsid w:val="009A429D"/>
    <w:rsid w:val="009B43C0"/>
    <w:rsid w:val="009B4A47"/>
    <w:rsid w:val="009B5037"/>
    <w:rsid w:val="009C14F6"/>
    <w:rsid w:val="009C37CA"/>
    <w:rsid w:val="009C7D14"/>
    <w:rsid w:val="009E606B"/>
    <w:rsid w:val="009E6B3A"/>
    <w:rsid w:val="009E7D3B"/>
    <w:rsid w:val="009F4B51"/>
    <w:rsid w:val="00A00E3E"/>
    <w:rsid w:val="00A02C21"/>
    <w:rsid w:val="00A11B8D"/>
    <w:rsid w:val="00A15471"/>
    <w:rsid w:val="00A2694D"/>
    <w:rsid w:val="00A26C43"/>
    <w:rsid w:val="00A43C61"/>
    <w:rsid w:val="00A44630"/>
    <w:rsid w:val="00A46A2C"/>
    <w:rsid w:val="00A60DB8"/>
    <w:rsid w:val="00A627F8"/>
    <w:rsid w:val="00A660BC"/>
    <w:rsid w:val="00A72A03"/>
    <w:rsid w:val="00A77DCA"/>
    <w:rsid w:val="00A8620D"/>
    <w:rsid w:val="00A86796"/>
    <w:rsid w:val="00A8738A"/>
    <w:rsid w:val="00A92253"/>
    <w:rsid w:val="00A9694B"/>
    <w:rsid w:val="00A974B7"/>
    <w:rsid w:val="00AA1AAF"/>
    <w:rsid w:val="00AA2EDD"/>
    <w:rsid w:val="00AA306D"/>
    <w:rsid w:val="00AA4389"/>
    <w:rsid w:val="00AB1147"/>
    <w:rsid w:val="00AB3A83"/>
    <w:rsid w:val="00AC1EFE"/>
    <w:rsid w:val="00AC23E3"/>
    <w:rsid w:val="00AC438F"/>
    <w:rsid w:val="00AC54F7"/>
    <w:rsid w:val="00AC773A"/>
    <w:rsid w:val="00AD35E0"/>
    <w:rsid w:val="00AD41CD"/>
    <w:rsid w:val="00AD7EA2"/>
    <w:rsid w:val="00AE01D8"/>
    <w:rsid w:val="00AE1753"/>
    <w:rsid w:val="00AE3301"/>
    <w:rsid w:val="00B02E4F"/>
    <w:rsid w:val="00B07960"/>
    <w:rsid w:val="00B07D75"/>
    <w:rsid w:val="00B12CD3"/>
    <w:rsid w:val="00B274A4"/>
    <w:rsid w:val="00B35BDC"/>
    <w:rsid w:val="00B3643E"/>
    <w:rsid w:val="00B365BB"/>
    <w:rsid w:val="00B41A5F"/>
    <w:rsid w:val="00B437A4"/>
    <w:rsid w:val="00B46CC6"/>
    <w:rsid w:val="00B50532"/>
    <w:rsid w:val="00B609B7"/>
    <w:rsid w:val="00B620BB"/>
    <w:rsid w:val="00B63D47"/>
    <w:rsid w:val="00B64A74"/>
    <w:rsid w:val="00B652DA"/>
    <w:rsid w:val="00B83156"/>
    <w:rsid w:val="00B8611E"/>
    <w:rsid w:val="00B969C7"/>
    <w:rsid w:val="00BA5042"/>
    <w:rsid w:val="00BA536A"/>
    <w:rsid w:val="00BA76B9"/>
    <w:rsid w:val="00BB02B5"/>
    <w:rsid w:val="00BB5456"/>
    <w:rsid w:val="00BB56F0"/>
    <w:rsid w:val="00BB78DD"/>
    <w:rsid w:val="00BD02D8"/>
    <w:rsid w:val="00BD1996"/>
    <w:rsid w:val="00BD1FF2"/>
    <w:rsid w:val="00BD77C8"/>
    <w:rsid w:val="00BE4161"/>
    <w:rsid w:val="00BF05D9"/>
    <w:rsid w:val="00BF12DE"/>
    <w:rsid w:val="00BF1DD5"/>
    <w:rsid w:val="00BF278C"/>
    <w:rsid w:val="00C013FB"/>
    <w:rsid w:val="00C02CD4"/>
    <w:rsid w:val="00C11311"/>
    <w:rsid w:val="00C119DF"/>
    <w:rsid w:val="00C12786"/>
    <w:rsid w:val="00C12AA7"/>
    <w:rsid w:val="00C13705"/>
    <w:rsid w:val="00C16E70"/>
    <w:rsid w:val="00C23ABE"/>
    <w:rsid w:val="00C26F1D"/>
    <w:rsid w:val="00C30CF3"/>
    <w:rsid w:val="00C34E9B"/>
    <w:rsid w:val="00C4299E"/>
    <w:rsid w:val="00C42BDA"/>
    <w:rsid w:val="00C47B1E"/>
    <w:rsid w:val="00C53A78"/>
    <w:rsid w:val="00C70659"/>
    <w:rsid w:val="00C758DE"/>
    <w:rsid w:val="00C77554"/>
    <w:rsid w:val="00C77E05"/>
    <w:rsid w:val="00C81426"/>
    <w:rsid w:val="00C817C1"/>
    <w:rsid w:val="00C81B18"/>
    <w:rsid w:val="00C82749"/>
    <w:rsid w:val="00C833BC"/>
    <w:rsid w:val="00C96BA0"/>
    <w:rsid w:val="00C96C8F"/>
    <w:rsid w:val="00C97D06"/>
    <w:rsid w:val="00CA2FA9"/>
    <w:rsid w:val="00CA7436"/>
    <w:rsid w:val="00CD7308"/>
    <w:rsid w:val="00CD7D6F"/>
    <w:rsid w:val="00CE046A"/>
    <w:rsid w:val="00CE1EC8"/>
    <w:rsid w:val="00CE52AD"/>
    <w:rsid w:val="00CF5D13"/>
    <w:rsid w:val="00CF6695"/>
    <w:rsid w:val="00CF680E"/>
    <w:rsid w:val="00CF7620"/>
    <w:rsid w:val="00D00BB2"/>
    <w:rsid w:val="00D00F8E"/>
    <w:rsid w:val="00D02B98"/>
    <w:rsid w:val="00D043B6"/>
    <w:rsid w:val="00D15A3D"/>
    <w:rsid w:val="00D17550"/>
    <w:rsid w:val="00D22C31"/>
    <w:rsid w:val="00D2301A"/>
    <w:rsid w:val="00D23E24"/>
    <w:rsid w:val="00D26744"/>
    <w:rsid w:val="00D26DB5"/>
    <w:rsid w:val="00D26E24"/>
    <w:rsid w:val="00D331C2"/>
    <w:rsid w:val="00D338F6"/>
    <w:rsid w:val="00D37048"/>
    <w:rsid w:val="00D449D8"/>
    <w:rsid w:val="00D47C18"/>
    <w:rsid w:val="00D524BD"/>
    <w:rsid w:val="00D5259B"/>
    <w:rsid w:val="00D52E1E"/>
    <w:rsid w:val="00D60315"/>
    <w:rsid w:val="00D63C28"/>
    <w:rsid w:val="00D73798"/>
    <w:rsid w:val="00D767D1"/>
    <w:rsid w:val="00D800C0"/>
    <w:rsid w:val="00D844C8"/>
    <w:rsid w:val="00D875A2"/>
    <w:rsid w:val="00D87899"/>
    <w:rsid w:val="00D94356"/>
    <w:rsid w:val="00DA0D69"/>
    <w:rsid w:val="00DA6876"/>
    <w:rsid w:val="00DA79BF"/>
    <w:rsid w:val="00DB0277"/>
    <w:rsid w:val="00DB0BFE"/>
    <w:rsid w:val="00DB2A18"/>
    <w:rsid w:val="00DC3885"/>
    <w:rsid w:val="00DC3C5A"/>
    <w:rsid w:val="00DC740B"/>
    <w:rsid w:val="00DD1AA9"/>
    <w:rsid w:val="00DD67B0"/>
    <w:rsid w:val="00DE04CA"/>
    <w:rsid w:val="00DE09BB"/>
    <w:rsid w:val="00DE7FCC"/>
    <w:rsid w:val="00DF2728"/>
    <w:rsid w:val="00DF7264"/>
    <w:rsid w:val="00E01779"/>
    <w:rsid w:val="00E02A1B"/>
    <w:rsid w:val="00E02B3C"/>
    <w:rsid w:val="00E05551"/>
    <w:rsid w:val="00E0777D"/>
    <w:rsid w:val="00E307B0"/>
    <w:rsid w:val="00E338ED"/>
    <w:rsid w:val="00E34441"/>
    <w:rsid w:val="00E37822"/>
    <w:rsid w:val="00E40983"/>
    <w:rsid w:val="00E433BA"/>
    <w:rsid w:val="00E46576"/>
    <w:rsid w:val="00E47264"/>
    <w:rsid w:val="00E52F67"/>
    <w:rsid w:val="00E55CF7"/>
    <w:rsid w:val="00E56457"/>
    <w:rsid w:val="00E56EF5"/>
    <w:rsid w:val="00E57002"/>
    <w:rsid w:val="00E62283"/>
    <w:rsid w:val="00E648F4"/>
    <w:rsid w:val="00E65879"/>
    <w:rsid w:val="00E7267E"/>
    <w:rsid w:val="00E748CE"/>
    <w:rsid w:val="00E75370"/>
    <w:rsid w:val="00E75F74"/>
    <w:rsid w:val="00E8229A"/>
    <w:rsid w:val="00E92877"/>
    <w:rsid w:val="00E93108"/>
    <w:rsid w:val="00E96EC5"/>
    <w:rsid w:val="00EA002E"/>
    <w:rsid w:val="00EA1BB9"/>
    <w:rsid w:val="00EA2FDF"/>
    <w:rsid w:val="00EB0F10"/>
    <w:rsid w:val="00EC61C3"/>
    <w:rsid w:val="00EF44A2"/>
    <w:rsid w:val="00EF74FF"/>
    <w:rsid w:val="00F01036"/>
    <w:rsid w:val="00F01A26"/>
    <w:rsid w:val="00F030BB"/>
    <w:rsid w:val="00F0373B"/>
    <w:rsid w:val="00F04C6E"/>
    <w:rsid w:val="00F06AFD"/>
    <w:rsid w:val="00F14A07"/>
    <w:rsid w:val="00F25FA2"/>
    <w:rsid w:val="00F34CF3"/>
    <w:rsid w:val="00F36758"/>
    <w:rsid w:val="00F43557"/>
    <w:rsid w:val="00F44A92"/>
    <w:rsid w:val="00F55302"/>
    <w:rsid w:val="00F57EBF"/>
    <w:rsid w:val="00F6012D"/>
    <w:rsid w:val="00F6105D"/>
    <w:rsid w:val="00F7018F"/>
    <w:rsid w:val="00F7407B"/>
    <w:rsid w:val="00F75BFA"/>
    <w:rsid w:val="00F86BE2"/>
    <w:rsid w:val="00F90499"/>
    <w:rsid w:val="00F9430B"/>
    <w:rsid w:val="00FA0AFB"/>
    <w:rsid w:val="00FA77A1"/>
    <w:rsid w:val="00FA7853"/>
    <w:rsid w:val="00FA7BC3"/>
    <w:rsid w:val="00FB46C4"/>
    <w:rsid w:val="00FC2370"/>
    <w:rsid w:val="00FC4F49"/>
    <w:rsid w:val="00FD141A"/>
    <w:rsid w:val="00FD2DA3"/>
    <w:rsid w:val="00FE15E4"/>
    <w:rsid w:val="00FE528D"/>
    <w:rsid w:val="00FF1E01"/>
    <w:rsid w:val="00FF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B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0FB3"/>
    <w:pPr>
      <w:keepNext/>
      <w:spacing w:line="360" w:lineRule="auto"/>
      <w:ind w:firstLine="567"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0FB3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0FB3"/>
    <w:pPr>
      <w:keepNext/>
      <w:ind w:left="355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0FB3"/>
    <w:pPr>
      <w:keepNext/>
      <w:ind w:right="-143"/>
      <w:jc w:val="both"/>
      <w:outlineLvl w:val="3"/>
    </w:pPr>
    <w:rPr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60FB3"/>
    <w:pPr>
      <w:keepNext/>
      <w:ind w:right="-143"/>
      <w:outlineLvl w:val="4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4B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54B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54B4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54B4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54B40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960F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7CD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60F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4B40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60FB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960FB3"/>
    <w:pPr>
      <w:spacing w:line="360" w:lineRule="auto"/>
      <w:ind w:firstLine="567"/>
    </w:pPr>
    <w:rPr>
      <w:b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54B40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60FB3"/>
    <w:pPr>
      <w:ind w:left="1011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54B40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960FB3"/>
    <w:pPr>
      <w:tabs>
        <w:tab w:val="left" w:pos="4820"/>
      </w:tabs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54B40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960FB3"/>
    <w:pPr>
      <w:tabs>
        <w:tab w:val="left" w:pos="4820"/>
      </w:tabs>
      <w:ind w:firstLine="567"/>
      <w:jc w:val="center"/>
    </w:pPr>
    <w:rPr>
      <w:b/>
      <w:sz w:val="28"/>
      <w:u w:val="single"/>
    </w:rPr>
  </w:style>
  <w:style w:type="character" w:styleId="Hyperlink">
    <w:name w:val="Hyperlink"/>
    <w:basedOn w:val="DefaultParagraphFont"/>
    <w:uiPriority w:val="99"/>
    <w:rsid w:val="00960FB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15A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EF7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97CDF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uiPriority w:val="99"/>
    <w:rsid w:val="00D94356"/>
    <w:rPr>
      <w:rFonts w:ascii="Verdana" w:hAnsi="Verdana" w:cs="Verdana"/>
      <w:lang w:val="en-US" w:eastAsia="en-US"/>
    </w:rPr>
  </w:style>
  <w:style w:type="paragraph" w:customStyle="1" w:styleId="1">
    <w:name w:val="Абзац списка1"/>
    <w:basedOn w:val="Normal"/>
    <w:uiPriority w:val="99"/>
    <w:rsid w:val="002933A8"/>
    <w:pPr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E33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97CDF"/>
    <w:rPr>
      <w:rFonts w:cs="Times New Roman"/>
    </w:rPr>
  </w:style>
  <w:style w:type="character" w:customStyle="1" w:styleId="1pt">
    <w:name w:val="Основной текст + Интервал 1 pt"/>
    <w:basedOn w:val="DefaultParagraphFont"/>
    <w:uiPriority w:val="99"/>
    <w:rsid w:val="00AE3301"/>
    <w:rPr>
      <w:rFonts w:cs="Times New Roman"/>
      <w:color w:val="000000"/>
      <w:spacing w:val="20"/>
      <w:w w:val="100"/>
      <w:position w:val="0"/>
      <w:sz w:val="23"/>
      <w:szCs w:val="23"/>
      <w:lang w:val="ru-RU" w:bidi="ar-SA"/>
    </w:rPr>
  </w:style>
  <w:style w:type="paragraph" w:customStyle="1" w:styleId="ConsPlusNormal">
    <w:name w:val="ConsPlusNormal"/>
    <w:uiPriority w:val="99"/>
    <w:rsid w:val="00E3444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0">
    <w:name w:val="Колонтитул_"/>
    <w:basedOn w:val="DefaultParagraphFont"/>
    <w:link w:val="a1"/>
    <w:uiPriority w:val="99"/>
    <w:locked/>
    <w:rsid w:val="00040B32"/>
    <w:rPr>
      <w:rFonts w:ascii="Arial Narrow" w:hAnsi="Arial Narrow" w:cs="Arial Narrow"/>
      <w:b/>
      <w:bCs/>
      <w:shd w:val="clear" w:color="auto" w:fill="FFFFFF"/>
    </w:rPr>
  </w:style>
  <w:style w:type="paragraph" w:customStyle="1" w:styleId="a1">
    <w:name w:val="Колонтитул"/>
    <w:basedOn w:val="Normal"/>
    <w:link w:val="a0"/>
    <w:uiPriority w:val="99"/>
    <w:rsid w:val="00040B32"/>
    <w:pPr>
      <w:widowControl w:val="0"/>
      <w:shd w:val="clear" w:color="auto" w:fill="FFFFFF"/>
      <w:spacing w:line="240" w:lineRule="atLeast"/>
    </w:pPr>
    <w:rPr>
      <w:rFonts w:ascii="Arial Narrow" w:hAnsi="Arial Narrow" w:cs="Arial Narrow"/>
      <w:b/>
      <w:bCs/>
    </w:rPr>
  </w:style>
  <w:style w:type="paragraph" w:customStyle="1" w:styleId="consplusnormal0">
    <w:name w:val="consplusnormal"/>
    <w:basedOn w:val="Normal"/>
    <w:uiPriority w:val="99"/>
    <w:rsid w:val="00B609B7"/>
    <w:pPr>
      <w:spacing w:before="100" w:beforeAutospacing="1" w:after="100" w:afterAutospacing="1"/>
    </w:pPr>
    <w:rPr>
      <w:sz w:val="24"/>
      <w:szCs w:val="24"/>
    </w:rPr>
  </w:style>
  <w:style w:type="paragraph" w:customStyle="1" w:styleId="4">
    <w:name w:val="Знак4"/>
    <w:basedOn w:val="Normal"/>
    <w:uiPriority w:val="99"/>
    <w:rsid w:val="00FF1E01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DB2A18"/>
    <w:rPr>
      <w:rFonts w:cs="Times New Roman"/>
    </w:rPr>
  </w:style>
  <w:style w:type="character" w:styleId="Strong">
    <w:name w:val="Strong"/>
    <w:basedOn w:val="DefaultParagraphFont"/>
    <w:uiPriority w:val="99"/>
    <w:qFormat/>
    <w:rsid w:val="008C0D6F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1542C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4447D3"/>
    <w:pPr>
      <w:spacing w:before="100" w:beforeAutospacing="1" w:after="100" w:afterAutospacing="1"/>
    </w:pPr>
    <w:rPr>
      <w:sz w:val="24"/>
      <w:szCs w:val="24"/>
    </w:rPr>
  </w:style>
  <w:style w:type="character" w:customStyle="1" w:styleId="fio13">
    <w:name w:val="fio13"/>
    <w:basedOn w:val="DefaultParagraphFont"/>
    <w:uiPriority w:val="99"/>
    <w:rsid w:val="00AD41CD"/>
    <w:rPr>
      <w:rFonts w:cs="Times New Roman"/>
    </w:rPr>
  </w:style>
  <w:style w:type="paragraph" w:customStyle="1" w:styleId="ConsPlusDocList">
    <w:name w:val="ConsPlusDocList"/>
    <w:uiPriority w:val="99"/>
    <w:rsid w:val="0084247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58576F"/>
    <w:rPr>
      <w:sz w:val="20"/>
      <w:szCs w:val="20"/>
    </w:rPr>
  </w:style>
  <w:style w:type="character" w:styleId="Emphasis">
    <w:name w:val="Emphasis"/>
    <w:basedOn w:val="DefaultParagraphFont"/>
    <w:uiPriority w:val="99"/>
    <w:qFormat/>
    <w:rsid w:val="00F6105D"/>
    <w:rPr>
      <w:rFonts w:cs="Times New Roman"/>
      <w:i/>
      <w:iCs/>
    </w:rPr>
  </w:style>
  <w:style w:type="paragraph" w:customStyle="1" w:styleId="3">
    <w:name w:val="Знак3"/>
    <w:basedOn w:val="Normal"/>
    <w:uiPriority w:val="99"/>
    <w:rsid w:val="00AE1753"/>
    <w:rPr>
      <w:rFonts w:ascii="Verdana" w:hAnsi="Verdana" w:cs="Verdana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EB0F10"/>
    <w:pPr>
      <w:jc w:val="center"/>
    </w:pPr>
    <w:rPr>
      <w:b/>
      <w:bCs/>
      <w:sz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0F10"/>
    <w:rPr>
      <w:rFonts w:cs="Times New Roman"/>
      <w:b/>
      <w:bCs/>
      <w:sz w:val="36"/>
    </w:rPr>
  </w:style>
  <w:style w:type="paragraph" w:styleId="ListParagraph">
    <w:name w:val="List Paragraph"/>
    <w:basedOn w:val="Normal"/>
    <w:uiPriority w:val="99"/>
    <w:qFormat/>
    <w:rsid w:val="003662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Знак2"/>
    <w:basedOn w:val="Normal"/>
    <w:uiPriority w:val="99"/>
    <w:rsid w:val="006A0FFF"/>
    <w:rPr>
      <w:rFonts w:ascii="Verdana" w:hAnsi="Verdana" w:cs="Verdana"/>
      <w:lang w:val="en-US" w:eastAsia="en-US"/>
    </w:rPr>
  </w:style>
  <w:style w:type="character" w:customStyle="1" w:styleId="a2">
    <w:name w:val="a2"/>
    <w:basedOn w:val="DefaultParagraphFont"/>
    <w:uiPriority w:val="99"/>
    <w:rsid w:val="004B60DC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897CDF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7CDF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897CDF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897C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0">
    <w:name w:val="Знак1"/>
    <w:basedOn w:val="Normal"/>
    <w:uiPriority w:val="99"/>
    <w:rsid w:val="00897CDF"/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897CD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Normal"/>
    <w:uiPriority w:val="99"/>
    <w:rsid w:val="003A64F2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Normal"/>
    <w:uiPriority w:val="99"/>
    <w:rsid w:val="003A64F2"/>
    <w:pPr>
      <w:spacing w:before="100" w:beforeAutospacing="1" w:after="100" w:afterAutospacing="1"/>
    </w:pPr>
    <w:rPr>
      <w:sz w:val="24"/>
      <w:szCs w:val="24"/>
    </w:rPr>
  </w:style>
  <w:style w:type="character" w:customStyle="1" w:styleId="social">
    <w:name w:val="social"/>
    <w:basedOn w:val="DefaultParagraphFont"/>
    <w:uiPriority w:val="99"/>
    <w:rsid w:val="00602FC0"/>
    <w:rPr>
      <w:rFonts w:cs="Times New Roman"/>
    </w:rPr>
  </w:style>
  <w:style w:type="character" w:customStyle="1" w:styleId="socialblock">
    <w:name w:val="social_block"/>
    <w:basedOn w:val="DefaultParagraphFont"/>
    <w:uiPriority w:val="99"/>
    <w:rsid w:val="00602FC0"/>
    <w:rPr>
      <w:rFonts w:cs="Times New Roman"/>
    </w:rPr>
  </w:style>
  <w:style w:type="character" w:customStyle="1" w:styleId="count">
    <w:name w:val="count"/>
    <w:basedOn w:val="DefaultParagraphFont"/>
    <w:uiPriority w:val="99"/>
    <w:rsid w:val="00602FC0"/>
    <w:rPr>
      <w:rFonts w:cs="Times New Roman"/>
    </w:rPr>
  </w:style>
  <w:style w:type="character" w:customStyle="1" w:styleId="moreimages">
    <w:name w:val="more_images"/>
    <w:basedOn w:val="DefaultParagraphFont"/>
    <w:uiPriority w:val="99"/>
    <w:rsid w:val="00602F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11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15055">
                          <w:marLeft w:val="0"/>
                          <w:marRight w:val="0"/>
                          <w:marTop w:val="22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5073">
                          <w:marLeft w:val="0"/>
                          <w:marRight w:val="0"/>
                          <w:marTop w:val="22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11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1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507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6401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1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5065">
              <w:marLeft w:val="-392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1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15070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0115049">
                      <w:marLeft w:val="3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15052">
                      <w:marLeft w:val="-39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1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01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461</Words>
  <Characters>2632</Characters>
  <Application>Microsoft Office Outlook</Application>
  <DocSecurity>0</DocSecurity>
  <Lines>0</Lines>
  <Paragraphs>0</Paragraphs>
  <ScaleCrop>false</ScaleCrop>
  <Company>кристалл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voshod</dc:creator>
  <cp:keywords/>
  <dc:description/>
  <cp:lastModifiedBy>2</cp:lastModifiedBy>
  <cp:revision>3</cp:revision>
  <cp:lastPrinted>2019-09-03T10:33:00Z</cp:lastPrinted>
  <dcterms:created xsi:type="dcterms:W3CDTF">2019-09-03T10:34:00Z</dcterms:created>
  <dcterms:modified xsi:type="dcterms:W3CDTF">2019-09-04T03:10:00Z</dcterms:modified>
</cp:coreProperties>
</file>