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841" w:rsidRPr="00BA3C01" w:rsidRDefault="006D7841" w:rsidP="000B3AA4">
      <w:pPr>
        <w:shd w:val="clear" w:color="auto" w:fill="FFFFFF"/>
        <w:ind w:right="-9882"/>
        <w:jc w:val="both"/>
        <w:rPr>
          <w:rFonts w:ascii="Times New Roman" w:hAnsi="Times New Roman" w:cs="Times New Roman"/>
          <w:sz w:val="28"/>
          <w:szCs w:val="28"/>
        </w:rPr>
      </w:pPr>
    </w:p>
    <w:p w:rsidR="006D7841" w:rsidRPr="00BA3C01" w:rsidRDefault="006D7841" w:rsidP="000B3AA4">
      <w:pPr>
        <w:shd w:val="clear" w:color="auto" w:fill="FFFFFF"/>
        <w:ind w:right="-9882"/>
        <w:jc w:val="both"/>
        <w:rPr>
          <w:rFonts w:ascii="Times New Roman" w:hAnsi="Times New Roman" w:cs="Times New Roman"/>
          <w:sz w:val="28"/>
          <w:szCs w:val="28"/>
        </w:rPr>
      </w:pPr>
    </w:p>
    <w:p w:rsidR="006D7841" w:rsidRPr="00BA3C01" w:rsidRDefault="006D7841" w:rsidP="00A3626A">
      <w:pPr>
        <w:shd w:val="clear" w:color="auto" w:fill="FFFFFF"/>
        <w:spacing w:before="72"/>
        <w:jc w:val="center"/>
        <w:rPr>
          <w:rFonts w:ascii="Times New Roman" w:hAnsi="Times New Roman" w:cs="Times New Roman"/>
          <w:sz w:val="28"/>
          <w:szCs w:val="28"/>
        </w:rPr>
        <w:sectPr w:rsidR="006D7841" w:rsidRPr="00BA3C01" w:rsidSect="00FC4071">
          <w:type w:val="continuous"/>
          <w:pgSz w:w="11909" w:h="16834"/>
          <w:pgMar w:top="284" w:right="567" w:bottom="1134" w:left="1701" w:header="720" w:footer="720" w:gutter="0"/>
          <w:cols w:sep="1" w:space="720"/>
          <w:noEndnote/>
        </w:sectPr>
      </w:pPr>
      <w:r w:rsidRPr="00435C85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-черн" style="width:41.5pt;height:47pt;visibility:visible">
            <v:imagedata r:id="rId7" o:title=""/>
          </v:shape>
        </w:pict>
      </w:r>
      <w:bookmarkStart w:id="0" w:name="_GoBack"/>
      <w:bookmarkEnd w:id="0"/>
    </w:p>
    <w:p w:rsidR="006D7841" w:rsidRPr="00BA3C01" w:rsidRDefault="006D7841" w:rsidP="00A3626A">
      <w:pPr>
        <w:spacing w:line="1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D7841" w:rsidRPr="00FC4071" w:rsidRDefault="006D7841" w:rsidP="00FC4071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4071">
        <w:rPr>
          <w:rFonts w:ascii="Times New Roman" w:hAnsi="Times New Roman" w:cs="Times New Roman"/>
          <w:b/>
          <w:sz w:val="24"/>
          <w:szCs w:val="24"/>
        </w:rPr>
        <w:t>АДМИНИСТРАЦИЯ НИЖНЕСЕРГИНСКОГО МУНИЦИПАЛЬНОГО РАЙОНА</w:t>
      </w:r>
    </w:p>
    <w:p w:rsidR="006D7841" w:rsidRDefault="006D7841" w:rsidP="00A3626A">
      <w:pPr>
        <w:pBdr>
          <w:bottom w:val="thinThickSmallGap" w:sz="24" w:space="1" w:color="auto"/>
        </w:pBdr>
        <w:jc w:val="center"/>
        <w:outlineLvl w:val="0"/>
        <w:rPr>
          <w:rFonts w:ascii="Times New Roman" w:hAnsi="Times New Roman" w:cs="Times New Roman"/>
          <w:b/>
          <w:spacing w:val="1"/>
          <w:sz w:val="28"/>
          <w:szCs w:val="28"/>
        </w:rPr>
      </w:pPr>
    </w:p>
    <w:p w:rsidR="006D7841" w:rsidRPr="00FC4071" w:rsidRDefault="006D7841" w:rsidP="00A3626A">
      <w:pPr>
        <w:pBdr>
          <w:bottom w:val="thinThickSmallGap" w:sz="24" w:space="1" w:color="auto"/>
        </w:pBd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FC4071">
        <w:rPr>
          <w:rFonts w:ascii="Times New Roman" w:hAnsi="Times New Roman" w:cs="Times New Roman"/>
          <w:b/>
          <w:spacing w:val="1"/>
          <w:sz w:val="32"/>
          <w:szCs w:val="32"/>
        </w:rPr>
        <w:t>ПОСТАНОВЛЕНИЕ</w:t>
      </w:r>
    </w:p>
    <w:p w:rsidR="006D7841" w:rsidRPr="00BA3C01" w:rsidRDefault="006D7841" w:rsidP="00740B3C">
      <w:pPr>
        <w:pBdr>
          <w:bottom w:val="thinThickSmallGap" w:sz="24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6D7841" w:rsidRPr="00BA3C01" w:rsidRDefault="006D7841" w:rsidP="00725143">
      <w:pPr>
        <w:pStyle w:val="ConsPlusNormal"/>
        <w:jc w:val="center"/>
        <w:rPr>
          <w:b/>
          <w:bCs/>
        </w:rPr>
      </w:pPr>
    </w:p>
    <w:p w:rsidR="006D7841" w:rsidRPr="00CF4D10" w:rsidRDefault="006D7841" w:rsidP="00CB4246">
      <w:pPr>
        <w:pStyle w:val="ConsPlusNormal"/>
        <w:jc w:val="both"/>
        <w:rPr>
          <w:bCs/>
          <w:sz w:val="28"/>
          <w:szCs w:val="28"/>
        </w:rPr>
      </w:pPr>
      <w:r w:rsidRPr="00CF4D10">
        <w:rPr>
          <w:bCs/>
          <w:sz w:val="28"/>
          <w:szCs w:val="28"/>
        </w:rPr>
        <w:t>от 16.11.2015                            № 536</w:t>
      </w:r>
    </w:p>
    <w:p w:rsidR="006D7841" w:rsidRPr="00782119" w:rsidRDefault="006D7841" w:rsidP="00CB4246">
      <w:pPr>
        <w:pStyle w:val="ConsPlusNormal"/>
        <w:jc w:val="both"/>
        <w:rPr>
          <w:b/>
          <w:bCs/>
          <w:sz w:val="10"/>
          <w:szCs w:val="10"/>
        </w:rPr>
      </w:pPr>
    </w:p>
    <w:p w:rsidR="006D7841" w:rsidRPr="00BA3C01" w:rsidRDefault="006D7841" w:rsidP="00CB4246">
      <w:pPr>
        <w:pStyle w:val="ConsPlusNormal"/>
        <w:jc w:val="both"/>
        <w:rPr>
          <w:bCs/>
          <w:sz w:val="32"/>
          <w:szCs w:val="32"/>
        </w:rPr>
      </w:pPr>
      <w:r w:rsidRPr="00BA3C01">
        <w:rPr>
          <w:bCs/>
          <w:sz w:val="32"/>
          <w:szCs w:val="32"/>
        </w:rPr>
        <w:t>г.Нижние Серги</w:t>
      </w:r>
    </w:p>
    <w:p w:rsidR="006D7841" w:rsidRPr="00CF4D10" w:rsidRDefault="006D7841" w:rsidP="00776C8E">
      <w:pPr>
        <w:pStyle w:val="NormalWeb"/>
        <w:shd w:val="clear" w:color="auto" w:fill="FFFFFF"/>
        <w:jc w:val="center"/>
        <w:rPr>
          <w:b/>
          <w:i/>
          <w:sz w:val="14"/>
          <w:szCs w:val="14"/>
        </w:rPr>
      </w:pPr>
    </w:p>
    <w:p w:rsidR="006D7841" w:rsidRPr="00FC4071" w:rsidRDefault="006D7841" w:rsidP="00776C8E">
      <w:pPr>
        <w:pStyle w:val="NormalWeb"/>
        <w:shd w:val="clear" w:color="auto" w:fill="FFFFFF"/>
        <w:jc w:val="center"/>
        <w:rPr>
          <w:b/>
          <w:i/>
          <w:sz w:val="28"/>
          <w:szCs w:val="28"/>
        </w:rPr>
      </w:pPr>
      <w:r w:rsidRPr="00FC4071">
        <w:rPr>
          <w:b/>
          <w:i/>
          <w:sz w:val="28"/>
          <w:szCs w:val="28"/>
        </w:rPr>
        <w:t>О внесении изменений в постановление администрации Нижнесергинского муниципального района от 03.02.2014 №42 «О создании уполномочен</w:t>
      </w:r>
      <w:r>
        <w:rPr>
          <w:b/>
          <w:i/>
          <w:sz w:val="28"/>
          <w:szCs w:val="28"/>
        </w:rPr>
        <w:t>н</w:t>
      </w:r>
      <w:r w:rsidRPr="00FC4071">
        <w:rPr>
          <w:b/>
          <w:i/>
          <w:sz w:val="28"/>
          <w:szCs w:val="28"/>
        </w:rPr>
        <w:t>ого органа по определению поставщиков (подрядчиков, исполнителей) для заказчиков Нижнесергинского муниципального района» (с изменениями от 19.08.2015 №435)</w:t>
      </w:r>
    </w:p>
    <w:p w:rsidR="006D7841" w:rsidRDefault="006D7841" w:rsidP="00DA7FF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6D7841" w:rsidRPr="00BA3C01" w:rsidRDefault="006D7841" w:rsidP="00BA4BF3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BA3C01">
        <w:rPr>
          <w:rFonts w:ascii="Times New Roman" w:hAnsi="Times New Roman"/>
          <w:sz w:val="28"/>
          <w:szCs w:val="28"/>
        </w:rPr>
        <w:t>В соответствии с Федеральны</w:t>
      </w:r>
      <w:r w:rsidRPr="00BA3C01">
        <w:t xml:space="preserve">м </w:t>
      </w:r>
      <w:r w:rsidRPr="00BA3C01">
        <w:rPr>
          <w:rFonts w:ascii="Times New Roman" w:hAnsi="Times New Roman"/>
          <w:sz w:val="28"/>
          <w:szCs w:val="28"/>
        </w:rPr>
        <w:t xml:space="preserve"> закон</w:t>
      </w:r>
      <w:r w:rsidRPr="00BA3C01">
        <w:t>ом</w:t>
      </w:r>
      <w:r>
        <w:rPr>
          <w:rFonts w:ascii="Times New Roman" w:hAnsi="Times New Roman"/>
          <w:sz w:val="28"/>
          <w:szCs w:val="28"/>
        </w:rPr>
        <w:t xml:space="preserve"> от 05.04.2013 №</w:t>
      </w:r>
      <w:r w:rsidRPr="00BA3C01">
        <w:rPr>
          <w:rFonts w:ascii="Times New Roman" w:hAnsi="Times New Roman"/>
          <w:sz w:val="28"/>
          <w:szCs w:val="28"/>
        </w:rPr>
        <w:t xml:space="preserve"> 44-ФЗ (ред. от 13.07.2015) "О контрактной системе в сфере закупок товаров, работ, услуг для обеспечения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нужд" (с изменениями и дополнениями</w:t>
      </w:r>
      <w:r w:rsidRPr="00BA3C01">
        <w:rPr>
          <w:rFonts w:ascii="Times New Roman" w:hAnsi="Times New Roman"/>
          <w:sz w:val="28"/>
          <w:szCs w:val="28"/>
        </w:rPr>
        <w:t>, вступ. в силу с 15.09.2015), в связи с кадровыми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A3C01">
        <w:rPr>
          <w:rFonts w:ascii="Times New Roman" w:hAnsi="Times New Roman"/>
          <w:sz w:val="28"/>
          <w:szCs w:val="28"/>
        </w:rPr>
        <w:t>зменениями,</w:t>
      </w:r>
    </w:p>
    <w:p w:rsidR="006D7841" w:rsidRPr="00FC4071" w:rsidRDefault="006D7841" w:rsidP="00BA4BF3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FC4071">
        <w:rPr>
          <w:rFonts w:ascii="Times New Roman" w:hAnsi="Times New Roman"/>
          <w:b/>
          <w:sz w:val="28"/>
          <w:szCs w:val="28"/>
        </w:rPr>
        <w:t>ПОСТАНОВЛЯЮ:</w:t>
      </w:r>
    </w:p>
    <w:p w:rsidR="006D7841" w:rsidRPr="00BA3C01" w:rsidRDefault="006D7841" w:rsidP="00BA4BF3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BA3C0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3C01">
        <w:rPr>
          <w:rFonts w:ascii="Times New Roman" w:hAnsi="Times New Roman"/>
          <w:sz w:val="28"/>
          <w:szCs w:val="28"/>
        </w:rPr>
        <w:t>Внести в постановление администрации Нижнесергинского муниципального района от 03.02.2014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3C01">
        <w:rPr>
          <w:rFonts w:ascii="Times New Roman" w:hAnsi="Times New Roman"/>
          <w:sz w:val="28"/>
          <w:szCs w:val="28"/>
        </w:rPr>
        <w:t>42 «О создании уполномочен</w:t>
      </w:r>
      <w:r>
        <w:rPr>
          <w:rFonts w:ascii="Times New Roman" w:hAnsi="Times New Roman"/>
          <w:sz w:val="28"/>
          <w:szCs w:val="28"/>
        </w:rPr>
        <w:t>н</w:t>
      </w:r>
      <w:r w:rsidRPr="00BA3C01">
        <w:rPr>
          <w:rFonts w:ascii="Times New Roman" w:hAnsi="Times New Roman"/>
          <w:sz w:val="28"/>
          <w:szCs w:val="28"/>
        </w:rPr>
        <w:t>ого органа по определению поставщиков (подрядчиков, исполнителей) для заказчиков Нижнесергинского муниципального района» (с изменениями от 19.08.2015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3C01">
        <w:rPr>
          <w:rFonts w:ascii="Times New Roman" w:hAnsi="Times New Roman"/>
          <w:sz w:val="28"/>
          <w:szCs w:val="28"/>
        </w:rPr>
        <w:t>435) следующие изменения:</w:t>
      </w:r>
    </w:p>
    <w:p w:rsidR="006D7841" w:rsidRPr="00BA3C01" w:rsidRDefault="006D7841" w:rsidP="00BA4BF3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BA3C01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3C01">
        <w:rPr>
          <w:rFonts w:ascii="Times New Roman" w:hAnsi="Times New Roman"/>
          <w:sz w:val="28"/>
          <w:szCs w:val="28"/>
        </w:rPr>
        <w:t>Пункт 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3C01">
        <w:rPr>
          <w:rFonts w:ascii="Times New Roman" w:hAnsi="Times New Roman"/>
          <w:sz w:val="28"/>
          <w:szCs w:val="28"/>
        </w:rPr>
        <w:t>постановления отменить, изложив его в следующей редакции:</w:t>
      </w:r>
    </w:p>
    <w:p w:rsidR="006D7841" w:rsidRPr="00BA3C01" w:rsidRDefault="006D7841" w:rsidP="00BA4BF3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BA3C01">
        <w:rPr>
          <w:rFonts w:ascii="Times New Roman" w:hAnsi="Times New Roman"/>
          <w:sz w:val="28"/>
          <w:szCs w:val="28"/>
        </w:rPr>
        <w:t>«Создать и утвердить состав единой комиссии по осуществлению закупок для определения поставщиков (подрядчиков, исполнителей) конкурентными способами для заказчиков Нижнесергинского муниципального района (приложение №1)».</w:t>
      </w:r>
    </w:p>
    <w:p w:rsidR="006D7841" w:rsidRPr="00BA3C01" w:rsidRDefault="006D7841" w:rsidP="00BA4BF3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BA3C0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3C01">
        <w:rPr>
          <w:rFonts w:ascii="Times New Roman" w:hAnsi="Times New Roman"/>
          <w:sz w:val="28"/>
          <w:szCs w:val="28"/>
        </w:rPr>
        <w:t>Обнародовать настоящее постановление путем размещения полного текста через сеть «Интернет» на официальном сайте администрации Нижнесергинского муниципального района.</w:t>
      </w:r>
    </w:p>
    <w:p w:rsidR="006D7841" w:rsidRPr="00BA3C01" w:rsidRDefault="006D7841" w:rsidP="00BA4BF3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BA3C01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3C01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Нижнесергинского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3C01">
        <w:rPr>
          <w:rFonts w:ascii="Times New Roman" w:hAnsi="Times New Roman"/>
          <w:sz w:val="28"/>
          <w:szCs w:val="28"/>
        </w:rPr>
        <w:t>П.В.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3C01">
        <w:rPr>
          <w:rFonts w:ascii="Times New Roman" w:hAnsi="Times New Roman"/>
          <w:sz w:val="28"/>
          <w:szCs w:val="28"/>
        </w:rPr>
        <w:t>Поланского.</w:t>
      </w:r>
    </w:p>
    <w:p w:rsidR="006D7841" w:rsidRPr="00BA3C01" w:rsidRDefault="006D7841" w:rsidP="00776C8E">
      <w:pPr>
        <w:pStyle w:val="ConsPlusNormal"/>
        <w:jc w:val="both"/>
      </w:pPr>
    </w:p>
    <w:p w:rsidR="006D7841" w:rsidRPr="00BA3C01" w:rsidRDefault="006D7841" w:rsidP="00824891">
      <w:pPr>
        <w:jc w:val="both"/>
        <w:rPr>
          <w:rFonts w:ascii="Times New Roman" w:hAnsi="Times New Roman" w:cs="Times New Roman"/>
          <w:sz w:val="28"/>
          <w:szCs w:val="28"/>
        </w:rPr>
      </w:pPr>
      <w:r w:rsidRPr="00BA3C01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D7841" w:rsidRDefault="006D7841" w:rsidP="00824891">
      <w:pPr>
        <w:jc w:val="both"/>
        <w:rPr>
          <w:rFonts w:ascii="Times New Roman" w:hAnsi="Times New Roman" w:cs="Times New Roman"/>
          <w:sz w:val="28"/>
          <w:szCs w:val="28"/>
        </w:rPr>
      </w:pPr>
      <w:r w:rsidRPr="00BA3C01">
        <w:rPr>
          <w:rFonts w:ascii="Times New Roman" w:hAnsi="Times New Roman" w:cs="Times New Roman"/>
          <w:sz w:val="28"/>
          <w:szCs w:val="28"/>
        </w:rPr>
        <w:t>Нижнесергинского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В.</w:t>
      </w:r>
      <w:r w:rsidRPr="00BA3C01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C01">
        <w:rPr>
          <w:rFonts w:ascii="Times New Roman" w:hAnsi="Times New Roman" w:cs="Times New Roman"/>
          <w:sz w:val="28"/>
          <w:szCs w:val="28"/>
        </w:rPr>
        <w:t>Сычев</w:t>
      </w:r>
    </w:p>
    <w:p w:rsidR="006D7841" w:rsidRDefault="006D7841" w:rsidP="00824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7841" w:rsidRDefault="006D7841" w:rsidP="00F200BA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D7841" w:rsidRPr="0028689A" w:rsidRDefault="006D7841" w:rsidP="00F200BA">
      <w:pPr>
        <w:pStyle w:val="ConsPlusNormal"/>
        <w:jc w:val="right"/>
        <w:rPr>
          <w:sz w:val="28"/>
          <w:szCs w:val="28"/>
        </w:rPr>
      </w:pPr>
      <w:r w:rsidRPr="0028689A">
        <w:rPr>
          <w:sz w:val="28"/>
          <w:szCs w:val="28"/>
        </w:rPr>
        <w:t>Приложение № 1</w:t>
      </w:r>
    </w:p>
    <w:p w:rsidR="006D7841" w:rsidRPr="0028689A" w:rsidRDefault="006D7841" w:rsidP="00F200BA">
      <w:pPr>
        <w:pStyle w:val="ConsPlusNormal"/>
        <w:ind w:firstLine="4820"/>
        <w:jc w:val="right"/>
        <w:rPr>
          <w:sz w:val="28"/>
          <w:szCs w:val="28"/>
        </w:rPr>
      </w:pPr>
      <w:r w:rsidRPr="0028689A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28689A">
        <w:rPr>
          <w:sz w:val="28"/>
          <w:szCs w:val="28"/>
        </w:rPr>
        <w:t>администрации Нижнесергинского муниципального района</w:t>
      </w:r>
    </w:p>
    <w:p w:rsidR="006D7841" w:rsidRPr="0028689A" w:rsidRDefault="006D7841" w:rsidP="00F200BA">
      <w:pPr>
        <w:pStyle w:val="ConsPlusNormal"/>
        <w:ind w:firstLine="54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16.11.2015 </w:t>
      </w:r>
      <w:r w:rsidRPr="0028689A">
        <w:rPr>
          <w:sz w:val="28"/>
          <w:szCs w:val="28"/>
        </w:rPr>
        <w:t xml:space="preserve">№ 536  </w:t>
      </w:r>
    </w:p>
    <w:p w:rsidR="006D7841" w:rsidRPr="0028689A" w:rsidRDefault="006D7841" w:rsidP="00F200BA">
      <w:pPr>
        <w:pStyle w:val="ConsPlusNormal"/>
        <w:jc w:val="both"/>
        <w:rPr>
          <w:sz w:val="28"/>
          <w:szCs w:val="28"/>
        </w:rPr>
      </w:pPr>
    </w:p>
    <w:p w:rsidR="006D7841" w:rsidRPr="00F200BA" w:rsidRDefault="006D7841" w:rsidP="00F200BA">
      <w:pPr>
        <w:pStyle w:val="ConsPlusNormal"/>
        <w:jc w:val="both"/>
        <w:rPr>
          <w:sz w:val="28"/>
          <w:szCs w:val="28"/>
        </w:rPr>
      </w:pPr>
    </w:p>
    <w:p w:rsidR="006D7841" w:rsidRPr="00F200BA" w:rsidRDefault="006D7841" w:rsidP="00F200BA">
      <w:pPr>
        <w:rPr>
          <w:rFonts w:ascii="Times New Roman" w:hAnsi="Times New Roman" w:cs="Times New Roman"/>
          <w:sz w:val="28"/>
          <w:szCs w:val="28"/>
        </w:rPr>
      </w:pPr>
    </w:p>
    <w:p w:rsidR="006D7841" w:rsidRPr="00F200BA" w:rsidRDefault="006D7841" w:rsidP="00F200B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0BA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6D7841" w:rsidRPr="00F200BA" w:rsidRDefault="006D7841" w:rsidP="00F200BA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200BA">
        <w:rPr>
          <w:rFonts w:ascii="Times New Roman" w:hAnsi="Times New Roman" w:cs="Times New Roman"/>
          <w:sz w:val="28"/>
          <w:szCs w:val="28"/>
        </w:rPr>
        <w:t>единой комиссии по осуществлению закупок для определения поставщиков (подрядчиков, исполнителей) конкурентными способами для заказчиков Нижнесергинского муниципального района</w:t>
      </w:r>
    </w:p>
    <w:p w:rsidR="006D7841" w:rsidRPr="00F200BA" w:rsidRDefault="006D7841" w:rsidP="00F200B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7841" w:rsidRPr="00F200BA" w:rsidRDefault="006D7841" w:rsidP="00F200B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7841" w:rsidRPr="00F200BA" w:rsidRDefault="006D7841" w:rsidP="00F200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00BA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D7841" w:rsidRPr="00F200BA" w:rsidRDefault="006D7841" w:rsidP="00F200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00BA">
        <w:rPr>
          <w:rFonts w:ascii="Times New Roman" w:hAnsi="Times New Roman" w:cs="Times New Roman"/>
          <w:sz w:val="28"/>
          <w:szCs w:val="28"/>
        </w:rPr>
        <w:t>1. Председатель единой комиссии:</w:t>
      </w:r>
    </w:p>
    <w:p w:rsidR="006D7841" w:rsidRPr="00F200BA" w:rsidRDefault="006D7841" w:rsidP="00F200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00BA">
        <w:rPr>
          <w:rFonts w:ascii="Times New Roman" w:hAnsi="Times New Roman" w:cs="Times New Roman"/>
          <w:sz w:val="28"/>
          <w:szCs w:val="28"/>
        </w:rPr>
        <w:t>Поланский Павел Владимирович -  заместитель главы администрации Нижнесергинского муниципального района.</w:t>
      </w:r>
    </w:p>
    <w:p w:rsidR="006D7841" w:rsidRPr="00F200BA" w:rsidRDefault="006D7841" w:rsidP="00F200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00BA">
        <w:rPr>
          <w:rFonts w:ascii="Times New Roman" w:hAnsi="Times New Roman" w:cs="Times New Roman"/>
          <w:sz w:val="28"/>
          <w:szCs w:val="28"/>
        </w:rPr>
        <w:t>2. Заместитель председателя единой комиссии:</w:t>
      </w:r>
    </w:p>
    <w:p w:rsidR="006D7841" w:rsidRPr="00F200BA" w:rsidRDefault="006D7841" w:rsidP="00F200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00BA">
        <w:rPr>
          <w:rFonts w:ascii="Times New Roman" w:hAnsi="Times New Roman" w:cs="Times New Roman"/>
          <w:sz w:val="28"/>
          <w:szCs w:val="28"/>
        </w:rPr>
        <w:t>Захаров Вячеслав Александрович – заведующий отделом по развитию и содержанию муниципальной инфраструктуры администрации Нижнесергинского муниципального района.</w:t>
      </w:r>
    </w:p>
    <w:p w:rsidR="006D7841" w:rsidRPr="00F200BA" w:rsidRDefault="006D7841" w:rsidP="00F200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00BA">
        <w:rPr>
          <w:rFonts w:ascii="Times New Roman" w:hAnsi="Times New Roman" w:cs="Times New Roman"/>
          <w:sz w:val="28"/>
          <w:szCs w:val="28"/>
        </w:rPr>
        <w:t>3. Секретарь единой комиссии:</w:t>
      </w:r>
    </w:p>
    <w:p w:rsidR="006D7841" w:rsidRPr="00F200BA" w:rsidRDefault="006D7841" w:rsidP="00F200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00BA">
        <w:rPr>
          <w:rFonts w:ascii="Times New Roman" w:hAnsi="Times New Roman" w:cs="Times New Roman"/>
          <w:sz w:val="28"/>
          <w:szCs w:val="28"/>
        </w:rPr>
        <w:t>Савичева Елена Владимировна – ведущий специалист отдела по экономическому развитию администрации Нижнесергинского муниципального района.</w:t>
      </w:r>
    </w:p>
    <w:p w:rsidR="006D7841" w:rsidRPr="00F200BA" w:rsidRDefault="006D7841" w:rsidP="00F200B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00BA">
        <w:rPr>
          <w:rFonts w:ascii="Times New Roman" w:hAnsi="Times New Roman" w:cs="Times New Roman"/>
          <w:sz w:val="28"/>
          <w:szCs w:val="28"/>
        </w:rPr>
        <w:t>4. Члены единой комиссии:</w:t>
      </w:r>
    </w:p>
    <w:p w:rsidR="006D7841" w:rsidRDefault="006D7841" w:rsidP="004007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F200BA">
        <w:rPr>
          <w:rFonts w:ascii="Times New Roman" w:hAnsi="Times New Roman" w:cs="Times New Roman"/>
          <w:sz w:val="28"/>
          <w:szCs w:val="28"/>
        </w:rPr>
        <w:t xml:space="preserve">Фаизова Галия Муллаяновна – заведующий юридическим отделом администрации Нижнесергинского муниципального района; </w:t>
      </w:r>
    </w:p>
    <w:p w:rsidR="006D7841" w:rsidRPr="00F200BA" w:rsidRDefault="006D7841" w:rsidP="004007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F200BA">
        <w:rPr>
          <w:rFonts w:ascii="Times New Roman" w:hAnsi="Times New Roman" w:cs="Times New Roman"/>
          <w:sz w:val="28"/>
          <w:szCs w:val="28"/>
        </w:rPr>
        <w:t>Слукина Светлана Владимировна – председатель комитета архитектуры и градостроительства администрации Нижнесергинского муниципального района;</w:t>
      </w:r>
    </w:p>
    <w:p w:rsidR="006D7841" w:rsidRPr="00F200BA" w:rsidRDefault="006D7841" w:rsidP="004007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F200BA">
        <w:rPr>
          <w:rFonts w:ascii="Times New Roman" w:hAnsi="Times New Roman" w:cs="Times New Roman"/>
          <w:sz w:val="28"/>
          <w:szCs w:val="28"/>
        </w:rPr>
        <w:t>Шилдаева Галина Павловна – главный специалист отдела по экономическому развитию администрации Нижнесергинского муниципального района.</w:t>
      </w:r>
    </w:p>
    <w:p w:rsidR="006D7841" w:rsidRDefault="006D7841" w:rsidP="00400723">
      <w:pPr>
        <w:ind w:firstLine="567"/>
        <w:jc w:val="both"/>
      </w:pPr>
    </w:p>
    <w:p w:rsidR="006D7841" w:rsidRPr="0047140D" w:rsidRDefault="006D7841" w:rsidP="00400723">
      <w:pPr>
        <w:ind w:firstLine="567"/>
      </w:pPr>
    </w:p>
    <w:p w:rsidR="006D7841" w:rsidRPr="00BA3C01" w:rsidRDefault="006D7841" w:rsidP="004007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D7841" w:rsidRPr="00BA3C01" w:rsidSect="00FC4071">
      <w:footerReference w:type="even" r:id="rId8"/>
      <w:footerReference w:type="default" r:id="rId9"/>
      <w:type w:val="continuous"/>
      <w:pgSz w:w="11909" w:h="16834"/>
      <w:pgMar w:top="426" w:right="852" w:bottom="0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841" w:rsidRDefault="006D7841">
      <w:r>
        <w:separator/>
      </w:r>
    </w:p>
  </w:endnote>
  <w:endnote w:type="continuationSeparator" w:id="1">
    <w:p w:rsidR="006D7841" w:rsidRDefault="006D7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841" w:rsidRDefault="006D7841" w:rsidP="006214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7841" w:rsidRDefault="006D7841" w:rsidP="00CF3F7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841" w:rsidRDefault="006D7841" w:rsidP="006214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D7841" w:rsidRDefault="006D7841" w:rsidP="00CF3F7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841" w:rsidRDefault="006D7841">
      <w:r>
        <w:separator/>
      </w:r>
    </w:p>
  </w:footnote>
  <w:footnote w:type="continuationSeparator" w:id="1">
    <w:p w:rsidR="006D7841" w:rsidRDefault="006D78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758F"/>
    <w:multiLevelType w:val="multilevel"/>
    <w:tmpl w:val="76F29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36889"/>
    <w:multiLevelType w:val="hybridMultilevel"/>
    <w:tmpl w:val="9558D8AE"/>
    <w:lvl w:ilvl="0" w:tplc="78920DFA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2">
    <w:nsid w:val="104A13C6"/>
    <w:multiLevelType w:val="multilevel"/>
    <w:tmpl w:val="944C955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4B4643"/>
    <w:multiLevelType w:val="multilevel"/>
    <w:tmpl w:val="867E0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194823"/>
    <w:multiLevelType w:val="multilevel"/>
    <w:tmpl w:val="5AF86C9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9159E4"/>
    <w:multiLevelType w:val="multilevel"/>
    <w:tmpl w:val="8BBE9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123481D"/>
    <w:multiLevelType w:val="multilevel"/>
    <w:tmpl w:val="8C2C13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8AC55C7"/>
    <w:multiLevelType w:val="multilevel"/>
    <w:tmpl w:val="0886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C22D75"/>
    <w:multiLevelType w:val="multilevel"/>
    <w:tmpl w:val="2454F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9493EAC"/>
    <w:multiLevelType w:val="multilevel"/>
    <w:tmpl w:val="412219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A1B3759"/>
    <w:multiLevelType w:val="hybridMultilevel"/>
    <w:tmpl w:val="34B8E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A6810"/>
    <w:multiLevelType w:val="hybridMultilevel"/>
    <w:tmpl w:val="D1926F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9067A14"/>
    <w:multiLevelType w:val="multilevel"/>
    <w:tmpl w:val="52423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B71C42"/>
    <w:multiLevelType w:val="multilevel"/>
    <w:tmpl w:val="8E76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1E123E"/>
    <w:multiLevelType w:val="hybridMultilevel"/>
    <w:tmpl w:val="2E98FB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5">
    <w:nsid w:val="6C4B4801"/>
    <w:multiLevelType w:val="multilevel"/>
    <w:tmpl w:val="4A562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2874F5"/>
    <w:multiLevelType w:val="multilevel"/>
    <w:tmpl w:val="77D0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28F3817"/>
    <w:multiLevelType w:val="multilevel"/>
    <w:tmpl w:val="1D6AB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A85536"/>
    <w:multiLevelType w:val="hybridMultilevel"/>
    <w:tmpl w:val="DCE4CE1E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BAA7380"/>
    <w:multiLevelType w:val="singleLevel"/>
    <w:tmpl w:val="A04AC9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10"/>
  </w:num>
  <w:num w:numId="5">
    <w:abstractNumId w:val="6"/>
  </w:num>
  <w:num w:numId="6">
    <w:abstractNumId w:val="11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5"/>
  </w:num>
  <w:num w:numId="12">
    <w:abstractNumId w:val="2"/>
  </w:num>
  <w:num w:numId="13">
    <w:abstractNumId w:val="15"/>
  </w:num>
  <w:num w:numId="14">
    <w:abstractNumId w:val="8"/>
  </w:num>
  <w:num w:numId="15">
    <w:abstractNumId w:val="4"/>
  </w:num>
  <w:num w:numId="16">
    <w:abstractNumId w:val="3"/>
  </w:num>
  <w:num w:numId="17">
    <w:abstractNumId w:val="16"/>
  </w:num>
  <w:num w:numId="18">
    <w:abstractNumId w:val="9"/>
  </w:num>
  <w:num w:numId="19">
    <w:abstractNumId w:val="13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38B"/>
    <w:rsid w:val="00005B12"/>
    <w:rsid w:val="00023136"/>
    <w:rsid w:val="00043591"/>
    <w:rsid w:val="00064B34"/>
    <w:rsid w:val="00067D43"/>
    <w:rsid w:val="00080A25"/>
    <w:rsid w:val="00087236"/>
    <w:rsid w:val="00093772"/>
    <w:rsid w:val="000940B2"/>
    <w:rsid w:val="000B3AA4"/>
    <w:rsid w:val="000B4563"/>
    <w:rsid w:val="000B4E47"/>
    <w:rsid w:val="000C7C6D"/>
    <w:rsid w:val="000D37E2"/>
    <w:rsid w:val="000F0041"/>
    <w:rsid w:val="0010030D"/>
    <w:rsid w:val="00121B1B"/>
    <w:rsid w:val="0012450A"/>
    <w:rsid w:val="00125766"/>
    <w:rsid w:val="00134D3D"/>
    <w:rsid w:val="00143B5E"/>
    <w:rsid w:val="00160BBA"/>
    <w:rsid w:val="0016761B"/>
    <w:rsid w:val="00167B11"/>
    <w:rsid w:val="00171838"/>
    <w:rsid w:val="00172A7C"/>
    <w:rsid w:val="001942F9"/>
    <w:rsid w:val="001A4471"/>
    <w:rsid w:val="001A538A"/>
    <w:rsid w:val="001B2A0D"/>
    <w:rsid w:val="001C2291"/>
    <w:rsid w:val="00200AD9"/>
    <w:rsid w:val="00214FED"/>
    <w:rsid w:val="00241169"/>
    <w:rsid w:val="00253337"/>
    <w:rsid w:val="002643C6"/>
    <w:rsid w:val="00282676"/>
    <w:rsid w:val="0028689A"/>
    <w:rsid w:val="00287656"/>
    <w:rsid w:val="00292F89"/>
    <w:rsid w:val="002B4816"/>
    <w:rsid w:val="002C2DF1"/>
    <w:rsid w:val="003007E4"/>
    <w:rsid w:val="003125D5"/>
    <w:rsid w:val="00326BBB"/>
    <w:rsid w:val="00340122"/>
    <w:rsid w:val="00354F8A"/>
    <w:rsid w:val="003716AB"/>
    <w:rsid w:val="00372F47"/>
    <w:rsid w:val="00377F6F"/>
    <w:rsid w:val="0039070A"/>
    <w:rsid w:val="00391745"/>
    <w:rsid w:val="0039652F"/>
    <w:rsid w:val="003A018A"/>
    <w:rsid w:val="003A5C8A"/>
    <w:rsid w:val="003C3E78"/>
    <w:rsid w:val="003C5A00"/>
    <w:rsid w:val="003D2162"/>
    <w:rsid w:val="003E410F"/>
    <w:rsid w:val="003E71C9"/>
    <w:rsid w:val="003F1135"/>
    <w:rsid w:val="003F3D3C"/>
    <w:rsid w:val="003F6046"/>
    <w:rsid w:val="00400723"/>
    <w:rsid w:val="00412336"/>
    <w:rsid w:val="00415FE0"/>
    <w:rsid w:val="004245D0"/>
    <w:rsid w:val="00435C85"/>
    <w:rsid w:val="00446228"/>
    <w:rsid w:val="00451FB4"/>
    <w:rsid w:val="0045260A"/>
    <w:rsid w:val="004625C5"/>
    <w:rsid w:val="0047140D"/>
    <w:rsid w:val="00485465"/>
    <w:rsid w:val="004B1AAE"/>
    <w:rsid w:val="004B659D"/>
    <w:rsid w:val="004C5CE3"/>
    <w:rsid w:val="004D034B"/>
    <w:rsid w:val="004D3FB4"/>
    <w:rsid w:val="004E021A"/>
    <w:rsid w:val="004E2881"/>
    <w:rsid w:val="004E29C1"/>
    <w:rsid w:val="00520057"/>
    <w:rsid w:val="00524021"/>
    <w:rsid w:val="00535238"/>
    <w:rsid w:val="00543BF9"/>
    <w:rsid w:val="005471D0"/>
    <w:rsid w:val="005513E5"/>
    <w:rsid w:val="00560683"/>
    <w:rsid w:val="0056178A"/>
    <w:rsid w:val="005776B2"/>
    <w:rsid w:val="00577720"/>
    <w:rsid w:val="00587C86"/>
    <w:rsid w:val="005B5E11"/>
    <w:rsid w:val="005D2A30"/>
    <w:rsid w:val="005E7F3F"/>
    <w:rsid w:val="00604305"/>
    <w:rsid w:val="00606E69"/>
    <w:rsid w:val="0062147B"/>
    <w:rsid w:val="00622252"/>
    <w:rsid w:val="0065345A"/>
    <w:rsid w:val="00685C39"/>
    <w:rsid w:val="00690188"/>
    <w:rsid w:val="006908DB"/>
    <w:rsid w:val="00692B1F"/>
    <w:rsid w:val="006B7984"/>
    <w:rsid w:val="006C0ADF"/>
    <w:rsid w:val="006C43E0"/>
    <w:rsid w:val="006D0E6B"/>
    <w:rsid w:val="006D7841"/>
    <w:rsid w:val="006E6A93"/>
    <w:rsid w:val="006F238E"/>
    <w:rsid w:val="006F548B"/>
    <w:rsid w:val="006F5E54"/>
    <w:rsid w:val="007135A5"/>
    <w:rsid w:val="007232A8"/>
    <w:rsid w:val="00725143"/>
    <w:rsid w:val="007359D5"/>
    <w:rsid w:val="00740B3C"/>
    <w:rsid w:val="00744E09"/>
    <w:rsid w:val="00745509"/>
    <w:rsid w:val="00750B16"/>
    <w:rsid w:val="00752649"/>
    <w:rsid w:val="00760DCC"/>
    <w:rsid w:val="00762259"/>
    <w:rsid w:val="0077098F"/>
    <w:rsid w:val="0077587A"/>
    <w:rsid w:val="00776C8E"/>
    <w:rsid w:val="00782119"/>
    <w:rsid w:val="0079366D"/>
    <w:rsid w:val="007C1162"/>
    <w:rsid w:val="007C538B"/>
    <w:rsid w:val="007D39FE"/>
    <w:rsid w:val="007E36A5"/>
    <w:rsid w:val="007E435E"/>
    <w:rsid w:val="00801374"/>
    <w:rsid w:val="00802DC4"/>
    <w:rsid w:val="00804ADB"/>
    <w:rsid w:val="00824314"/>
    <w:rsid w:val="00824891"/>
    <w:rsid w:val="00832C8C"/>
    <w:rsid w:val="0083390F"/>
    <w:rsid w:val="0084461E"/>
    <w:rsid w:val="00855B1E"/>
    <w:rsid w:val="00880DC4"/>
    <w:rsid w:val="00885237"/>
    <w:rsid w:val="008B72CA"/>
    <w:rsid w:val="008C20FE"/>
    <w:rsid w:val="008C7786"/>
    <w:rsid w:val="008D6C97"/>
    <w:rsid w:val="008E32B1"/>
    <w:rsid w:val="008F0D28"/>
    <w:rsid w:val="008F4CCB"/>
    <w:rsid w:val="009019C5"/>
    <w:rsid w:val="00902541"/>
    <w:rsid w:val="00907E7E"/>
    <w:rsid w:val="00924EF9"/>
    <w:rsid w:val="0093529D"/>
    <w:rsid w:val="00943FD0"/>
    <w:rsid w:val="00947ED1"/>
    <w:rsid w:val="0095302D"/>
    <w:rsid w:val="009535C2"/>
    <w:rsid w:val="009555E0"/>
    <w:rsid w:val="0099273D"/>
    <w:rsid w:val="009B587D"/>
    <w:rsid w:val="009D389E"/>
    <w:rsid w:val="009D40D7"/>
    <w:rsid w:val="009D54CC"/>
    <w:rsid w:val="009F7C4B"/>
    <w:rsid w:val="00A179FD"/>
    <w:rsid w:val="00A23BCE"/>
    <w:rsid w:val="00A27660"/>
    <w:rsid w:val="00A3626A"/>
    <w:rsid w:val="00A50115"/>
    <w:rsid w:val="00A5561F"/>
    <w:rsid w:val="00A61487"/>
    <w:rsid w:val="00A6620B"/>
    <w:rsid w:val="00A763D4"/>
    <w:rsid w:val="00A83E8F"/>
    <w:rsid w:val="00AB42E7"/>
    <w:rsid w:val="00AC65A3"/>
    <w:rsid w:val="00AD7816"/>
    <w:rsid w:val="00AE1DBE"/>
    <w:rsid w:val="00AF33DD"/>
    <w:rsid w:val="00AF3A9C"/>
    <w:rsid w:val="00B03843"/>
    <w:rsid w:val="00B16AE4"/>
    <w:rsid w:val="00B173BD"/>
    <w:rsid w:val="00B207A1"/>
    <w:rsid w:val="00B379F7"/>
    <w:rsid w:val="00B56B7D"/>
    <w:rsid w:val="00B65826"/>
    <w:rsid w:val="00BA3C01"/>
    <w:rsid w:val="00BA4BF3"/>
    <w:rsid w:val="00BB3752"/>
    <w:rsid w:val="00BC1B0B"/>
    <w:rsid w:val="00BD6C32"/>
    <w:rsid w:val="00BE2059"/>
    <w:rsid w:val="00BF1DAC"/>
    <w:rsid w:val="00BF5943"/>
    <w:rsid w:val="00C0546D"/>
    <w:rsid w:val="00C07C55"/>
    <w:rsid w:val="00C11044"/>
    <w:rsid w:val="00C141C3"/>
    <w:rsid w:val="00C14AAE"/>
    <w:rsid w:val="00C22D74"/>
    <w:rsid w:val="00C26407"/>
    <w:rsid w:val="00C32FAA"/>
    <w:rsid w:val="00C67DEA"/>
    <w:rsid w:val="00C7558C"/>
    <w:rsid w:val="00C8121B"/>
    <w:rsid w:val="00C81285"/>
    <w:rsid w:val="00C915D2"/>
    <w:rsid w:val="00C92413"/>
    <w:rsid w:val="00CA7F15"/>
    <w:rsid w:val="00CB4246"/>
    <w:rsid w:val="00CC2B0B"/>
    <w:rsid w:val="00CC2FB4"/>
    <w:rsid w:val="00CD181D"/>
    <w:rsid w:val="00CD315E"/>
    <w:rsid w:val="00CD6439"/>
    <w:rsid w:val="00CE016F"/>
    <w:rsid w:val="00CF27AA"/>
    <w:rsid w:val="00CF3F73"/>
    <w:rsid w:val="00CF4D10"/>
    <w:rsid w:val="00CF5074"/>
    <w:rsid w:val="00D00CE6"/>
    <w:rsid w:val="00D03354"/>
    <w:rsid w:val="00D137B9"/>
    <w:rsid w:val="00D14794"/>
    <w:rsid w:val="00D168B8"/>
    <w:rsid w:val="00D248D1"/>
    <w:rsid w:val="00D265C0"/>
    <w:rsid w:val="00D4478E"/>
    <w:rsid w:val="00D465C1"/>
    <w:rsid w:val="00D46C86"/>
    <w:rsid w:val="00D517E8"/>
    <w:rsid w:val="00D616AD"/>
    <w:rsid w:val="00D66685"/>
    <w:rsid w:val="00D843BA"/>
    <w:rsid w:val="00D96F4F"/>
    <w:rsid w:val="00D97F4D"/>
    <w:rsid w:val="00DA7FF4"/>
    <w:rsid w:val="00DB29A0"/>
    <w:rsid w:val="00DB3461"/>
    <w:rsid w:val="00DB44AB"/>
    <w:rsid w:val="00DC1CF9"/>
    <w:rsid w:val="00DC2ED6"/>
    <w:rsid w:val="00DD4FB1"/>
    <w:rsid w:val="00DF5A36"/>
    <w:rsid w:val="00E1501D"/>
    <w:rsid w:val="00E16797"/>
    <w:rsid w:val="00E21B94"/>
    <w:rsid w:val="00E27D7F"/>
    <w:rsid w:val="00E34C6F"/>
    <w:rsid w:val="00E366FA"/>
    <w:rsid w:val="00E377DC"/>
    <w:rsid w:val="00E634F1"/>
    <w:rsid w:val="00E63A28"/>
    <w:rsid w:val="00E900A7"/>
    <w:rsid w:val="00EA15F8"/>
    <w:rsid w:val="00EA7546"/>
    <w:rsid w:val="00EC7C6C"/>
    <w:rsid w:val="00ED7B22"/>
    <w:rsid w:val="00EE4131"/>
    <w:rsid w:val="00EF7A92"/>
    <w:rsid w:val="00F0397E"/>
    <w:rsid w:val="00F200BA"/>
    <w:rsid w:val="00F307A0"/>
    <w:rsid w:val="00F34CE0"/>
    <w:rsid w:val="00F479D1"/>
    <w:rsid w:val="00F750C5"/>
    <w:rsid w:val="00FA4A75"/>
    <w:rsid w:val="00FA65AA"/>
    <w:rsid w:val="00FC0FE0"/>
    <w:rsid w:val="00FC4071"/>
    <w:rsid w:val="00FC4E3F"/>
    <w:rsid w:val="00FC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70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4891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3BF9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84461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F5E5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9652F"/>
    <w:pPr>
      <w:widowControl/>
      <w:autoSpaceDE/>
      <w:autoSpaceDN/>
      <w:adjustRightInd/>
      <w:spacing w:before="240" w:after="60" w:line="276" w:lineRule="auto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489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3BF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4461E"/>
    <w:rPr>
      <w:rFonts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F5E54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9652F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74550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35C85"/>
    <w:rPr>
      <w:rFonts w:cs="Arial"/>
      <w:sz w:val="2"/>
    </w:rPr>
  </w:style>
  <w:style w:type="paragraph" w:styleId="BalloonText">
    <w:name w:val="Balloon Text"/>
    <w:basedOn w:val="Normal"/>
    <w:link w:val="BalloonTextChar"/>
    <w:uiPriority w:val="99"/>
    <w:semiHidden/>
    <w:rsid w:val="00C22D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5C85"/>
    <w:rPr>
      <w:rFonts w:cs="Arial"/>
      <w:sz w:val="2"/>
    </w:rPr>
  </w:style>
  <w:style w:type="paragraph" w:styleId="BodyTextIndent">
    <w:name w:val="Body Text Indent"/>
    <w:basedOn w:val="Normal"/>
    <w:link w:val="BodyTextIndentChar"/>
    <w:uiPriority w:val="99"/>
    <w:rsid w:val="00D843BA"/>
    <w:pPr>
      <w:widowControl/>
      <w:autoSpaceDE/>
      <w:autoSpaceDN/>
      <w:adjustRightInd/>
      <w:ind w:firstLine="851"/>
      <w:jc w:val="both"/>
    </w:pPr>
    <w:rPr>
      <w:rFonts w:ascii="Times New Roman" w:hAnsi="Times New Roman" w:cs="Times New Roman"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5C85"/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843BA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35C85"/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137B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137B9"/>
    <w:rPr>
      <w:rFonts w:ascii="Arial" w:hAnsi="Arial" w:cs="Arial"/>
    </w:rPr>
  </w:style>
  <w:style w:type="paragraph" w:styleId="ListParagraph">
    <w:name w:val="List Paragraph"/>
    <w:basedOn w:val="Normal"/>
    <w:uiPriority w:val="99"/>
    <w:qFormat/>
    <w:rsid w:val="00880DC4"/>
    <w:pPr>
      <w:ind w:left="720"/>
      <w:contextualSpacing/>
    </w:pPr>
  </w:style>
  <w:style w:type="paragraph" w:styleId="NormalWeb">
    <w:name w:val="Normal (Web)"/>
    <w:basedOn w:val="Normal"/>
    <w:uiPriority w:val="99"/>
    <w:rsid w:val="00BE205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A763D4"/>
    <w:rPr>
      <w:rFonts w:ascii="Calibri" w:hAnsi="Calibri"/>
      <w:lang w:eastAsia="en-US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79366D"/>
    <w:rPr>
      <w:rFonts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79366D"/>
    <w:rPr>
      <w:rFonts w:cs="Times New Roman"/>
      <w:sz w:val="26"/>
      <w:szCs w:val="26"/>
      <w:shd w:val="clear" w:color="auto" w:fill="FFFFFF"/>
    </w:rPr>
  </w:style>
  <w:style w:type="character" w:customStyle="1" w:styleId="20">
    <w:name w:val="Заголовок №2_"/>
    <w:basedOn w:val="DefaultParagraphFont"/>
    <w:link w:val="21"/>
    <w:uiPriority w:val="99"/>
    <w:locked/>
    <w:rsid w:val="0079366D"/>
    <w:rPr>
      <w:rFonts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79366D"/>
    <w:pPr>
      <w:widowControl/>
      <w:shd w:val="clear" w:color="auto" w:fill="FFFFFF"/>
      <w:autoSpaceDE/>
      <w:autoSpaceDN/>
      <w:adjustRightInd/>
      <w:spacing w:before="60" w:after="48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Normal"/>
    <w:link w:val="6"/>
    <w:uiPriority w:val="99"/>
    <w:rsid w:val="0079366D"/>
    <w:pPr>
      <w:widowControl/>
      <w:shd w:val="clear" w:color="auto" w:fill="FFFFFF"/>
      <w:autoSpaceDE/>
      <w:autoSpaceDN/>
      <w:adjustRightInd/>
      <w:spacing w:before="30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21">
    <w:name w:val="Заголовок №2"/>
    <w:basedOn w:val="Normal"/>
    <w:link w:val="20"/>
    <w:uiPriority w:val="99"/>
    <w:rsid w:val="0079366D"/>
    <w:pPr>
      <w:widowControl/>
      <w:shd w:val="clear" w:color="auto" w:fill="FFFFFF"/>
      <w:autoSpaceDE/>
      <w:autoSpaceDN/>
      <w:adjustRightInd/>
      <w:spacing w:before="480" w:after="240" w:line="326" w:lineRule="exact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Normal"/>
    <w:uiPriority w:val="99"/>
    <w:rsid w:val="0079366D"/>
    <w:pPr>
      <w:widowControl/>
      <w:shd w:val="clear" w:color="auto" w:fill="FFFFFF"/>
      <w:autoSpaceDE/>
      <w:autoSpaceDN/>
      <w:adjustRightInd/>
      <w:spacing w:before="60" w:after="480" w:line="240" w:lineRule="atLeast"/>
      <w:jc w:val="center"/>
    </w:pPr>
    <w:rPr>
      <w:rFonts w:ascii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basedOn w:val="DefaultParagraphFont"/>
    <w:link w:val="31"/>
    <w:uiPriority w:val="99"/>
    <w:locked/>
    <w:rsid w:val="00A50115"/>
    <w:rPr>
      <w:rFonts w:cs="Times New Roman"/>
      <w:b/>
      <w:bCs/>
      <w:spacing w:val="-10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Normal"/>
    <w:link w:val="30"/>
    <w:uiPriority w:val="99"/>
    <w:rsid w:val="00A50115"/>
    <w:pPr>
      <w:shd w:val="clear" w:color="auto" w:fill="FFFFFF"/>
      <w:autoSpaceDE/>
      <w:autoSpaceDN/>
      <w:adjustRightInd/>
      <w:spacing w:line="317" w:lineRule="exact"/>
    </w:pPr>
    <w:rPr>
      <w:rFonts w:ascii="Times New Roman" w:hAnsi="Times New Roman" w:cs="Times New Roman"/>
      <w:b/>
      <w:bCs/>
      <w:spacing w:val="-10"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8F4CCB"/>
    <w:pPr>
      <w:autoSpaceDE w:val="0"/>
      <w:autoSpaceDN w:val="0"/>
      <w:adjustRightInd w:val="0"/>
    </w:pPr>
  </w:style>
  <w:style w:type="paragraph" w:customStyle="1" w:styleId="ConsPlusDocList">
    <w:name w:val="ConsPlusDocList"/>
    <w:uiPriority w:val="99"/>
    <w:rsid w:val="00EC7C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84461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84461E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84461E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84461E"/>
    <w:rPr>
      <w:rFonts w:cs="Times New Roman"/>
      <w:i/>
      <w:iCs/>
    </w:rPr>
  </w:style>
  <w:style w:type="character" w:customStyle="1" w:styleId="tik">
    <w:name w:val="tik"/>
    <w:basedOn w:val="DefaultParagraphFont"/>
    <w:uiPriority w:val="99"/>
    <w:rsid w:val="00543BF9"/>
    <w:rPr>
      <w:rFonts w:cs="Times New Roman"/>
    </w:rPr>
  </w:style>
  <w:style w:type="character" w:customStyle="1" w:styleId="comments">
    <w:name w:val="comments"/>
    <w:basedOn w:val="DefaultParagraphFont"/>
    <w:uiPriority w:val="99"/>
    <w:rsid w:val="00824891"/>
    <w:rPr>
      <w:rFonts w:cs="Times New Roman"/>
    </w:rPr>
  </w:style>
  <w:style w:type="paragraph" w:customStyle="1" w:styleId="mb3">
    <w:name w:val="mb3"/>
    <w:basedOn w:val="Normal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b-item-blanklink-back">
    <w:name w:val="b-item-blank__link-back"/>
    <w:basedOn w:val="Normal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b-item-blankcontentdate-time">
    <w:name w:val="b-item-blank__content__date-time"/>
    <w:basedOn w:val="Normal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b-item-blankcontentproperty">
    <w:name w:val="b-item-blank__content__property"/>
    <w:basedOn w:val="Normal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-item-blankcontentpropertytitle">
    <w:name w:val="b-item-blank__content__property__title"/>
    <w:basedOn w:val="DefaultParagraphFont"/>
    <w:uiPriority w:val="99"/>
    <w:rsid w:val="00824891"/>
    <w:rPr>
      <w:rFonts w:cs="Times New Roman"/>
    </w:rPr>
  </w:style>
  <w:style w:type="character" w:customStyle="1" w:styleId="printhtml">
    <w:name w:val="print_html"/>
    <w:basedOn w:val="DefaultParagraphFont"/>
    <w:uiPriority w:val="99"/>
    <w:rsid w:val="006F5E54"/>
    <w:rPr>
      <w:rFonts w:cs="Times New Roman"/>
    </w:rPr>
  </w:style>
  <w:style w:type="character" w:customStyle="1" w:styleId="fl">
    <w:name w:val="_fl"/>
    <w:basedOn w:val="DefaultParagraphFont"/>
    <w:uiPriority w:val="99"/>
    <w:rsid w:val="006F5E54"/>
    <w:rPr>
      <w:rFonts w:cs="Times New Roman"/>
    </w:rPr>
  </w:style>
  <w:style w:type="character" w:customStyle="1" w:styleId="fr">
    <w:name w:val="_fr"/>
    <w:basedOn w:val="DefaultParagraphFont"/>
    <w:uiPriority w:val="99"/>
    <w:rsid w:val="006F5E54"/>
    <w:rPr>
      <w:rFonts w:cs="Times New Roman"/>
    </w:rPr>
  </w:style>
  <w:style w:type="paragraph" w:customStyle="1" w:styleId="aj">
    <w:name w:val="_aj"/>
    <w:basedOn w:val="Normal"/>
    <w:uiPriority w:val="99"/>
    <w:rsid w:val="006F5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l">
    <w:name w:val="_al"/>
    <w:basedOn w:val="Normal"/>
    <w:uiPriority w:val="99"/>
    <w:rsid w:val="006F5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insert-node-link">
    <w:name w:val="insert-node-link"/>
    <w:basedOn w:val="DefaultParagraphFont"/>
    <w:uiPriority w:val="99"/>
    <w:rsid w:val="006F5E54"/>
    <w:rPr>
      <w:rFonts w:cs="Times New Roman"/>
    </w:rPr>
  </w:style>
  <w:style w:type="paragraph" w:customStyle="1" w:styleId="ac">
    <w:name w:val="_ac"/>
    <w:basedOn w:val="Normal"/>
    <w:uiPriority w:val="99"/>
    <w:rsid w:val="006F5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5D2A30"/>
    <w:rPr>
      <w:sz w:val="22"/>
    </w:rPr>
  </w:style>
  <w:style w:type="paragraph" w:customStyle="1" w:styleId="FR2">
    <w:name w:val="FR2"/>
    <w:uiPriority w:val="99"/>
    <w:rsid w:val="005D2A30"/>
    <w:pPr>
      <w:widowControl w:val="0"/>
      <w:spacing w:before="360"/>
      <w:jc w:val="center"/>
    </w:pPr>
    <w:rPr>
      <w:rFonts w:ascii="Arial" w:hAnsi="Arial"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39652F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39652F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itleChar1">
    <w:name w:val="Title Char1"/>
    <w:basedOn w:val="DefaultParagraphFont"/>
    <w:link w:val="Title"/>
    <w:uiPriority w:val="99"/>
    <w:locked/>
    <w:rsid w:val="00435C8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">
    <w:name w:val="Название Знак1"/>
    <w:basedOn w:val="DefaultParagraphFont"/>
    <w:uiPriority w:val="99"/>
    <w:rsid w:val="0039652F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FontStyle16">
    <w:name w:val="Font Style16"/>
    <w:uiPriority w:val="99"/>
    <w:rsid w:val="0039652F"/>
    <w:rPr>
      <w:rFonts w:ascii="Times New Roman" w:hAnsi="Times New Roman"/>
      <w:sz w:val="18"/>
    </w:rPr>
  </w:style>
  <w:style w:type="paragraph" w:customStyle="1" w:styleId="ConsNormal">
    <w:name w:val="ConsNormal"/>
    <w:uiPriority w:val="99"/>
    <w:rsid w:val="0039652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39652F"/>
    <w:pPr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9652F"/>
    <w:rPr>
      <w:rFonts w:cs="Times New Roman"/>
      <w:sz w:val="24"/>
      <w:szCs w:val="24"/>
    </w:rPr>
  </w:style>
  <w:style w:type="character" w:customStyle="1" w:styleId="spfo1">
    <w:name w:val="spfo1"/>
    <w:uiPriority w:val="99"/>
    <w:rsid w:val="0039652F"/>
  </w:style>
  <w:style w:type="paragraph" w:styleId="Footer">
    <w:name w:val="footer"/>
    <w:basedOn w:val="Normal"/>
    <w:link w:val="FooterChar"/>
    <w:uiPriority w:val="99"/>
    <w:rsid w:val="0039652F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Times New Roman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9652F"/>
    <w:rPr>
      <w:rFonts w:ascii="Calibri" w:hAnsi="Calibri" w:cs="Times New Roman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39652F"/>
    <w:rPr>
      <w:rFonts w:cs="Times New Roman"/>
    </w:rPr>
  </w:style>
  <w:style w:type="paragraph" w:customStyle="1" w:styleId="dktexjustify">
    <w:name w:val="dktexjustify"/>
    <w:basedOn w:val="Normal"/>
    <w:uiPriority w:val="99"/>
    <w:rsid w:val="0039652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ob">
    <w:name w:val="tekstob"/>
    <w:basedOn w:val="Normal"/>
    <w:uiPriority w:val="99"/>
    <w:rsid w:val="0039652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77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7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4555">
                          <w:marLeft w:val="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4473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77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449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77459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57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7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4536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577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7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77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454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53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50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7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452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7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4487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195774533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195774548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195774551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195774569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195774583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</w:divsChild>
                        </w:div>
                        <w:div w:id="1195774587">
                          <w:marLeft w:val="0"/>
                          <w:marRight w:val="105"/>
                          <w:marTop w:val="0"/>
                          <w:marBottom w:val="105"/>
                          <w:divBdr>
                            <w:top w:val="single" w:sz="6" w:space="0" w:color="DCDDDF"/>
                            <w:left w:val="single" w:sz="6" w:space="0" w:color="DCDDDF"/>
                            <w:bottom w:val="single" w:sz="6" w:space="0" w:color="DCDDDF"/>
                            <w:right w:val="single" w:sz="6" w:space="0" w:color="DCDDDF"/>
                          </w:divBdr>
                        </w:div>
                      </w:divsChild>
                    </w:div>
                  </w:divsChild>
                </w:div>
                <w:div w:id="1195774586">
                  <w:marLeft w:val="0"/>
                  <w:marRight w:val="240"/>
                  <w:marTop w:val="45"/>
                  <w:marBottom w:val="45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119577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2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77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7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4520">
                          <w:marLeft w:val="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4493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77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45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77455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57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4580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57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77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46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7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4461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448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4527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774467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774480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774486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774525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774554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774559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5774552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5" w:color="CCCCC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5774477">
                  <w:marLeft w:val="0"/>
                  <w:marRight w:val="240"/>
                  <w:marTop w:val="45"/>
                  <w:marBottom w:val="45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119577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2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774488">
                  <w:marLeft w:val="0"/>
                  <w:marRight w:val="0"/>
                  <w:marTop w:val="45"/>
                  <w:marBottom w:val="45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119577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2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5774561">
              <w:marLeft w:val="75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45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5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4541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  <w:divsChild>
                <w:div w:id="119577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E6E6E6"/>
                    <w:right w:val="none" w:sz="0" w:space="0" w:color="auto"/>
                  </w:divBdr>
                </w:div>
              </w:divsChild>
            </w:div>
            <w:div w:id="119577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77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45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888888"/>
                        <w:left w:val="none" w:sz="0" w:space="0" w:color="auto"/>
                        <w:bottom w:val="single" w:sz="6" w:space="6" w:color="888888"/>
                        <w:right w:val="none" w:sz="0" w:space="0" w:color="auto"/>
                      </w:divBdr>
                    </w:div>
                  </w:divsChild>
                </w:div>
                <w:div w:id="119577451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74524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7457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577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4468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57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7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454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77458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5774560">
                          <w:marLeft w:val="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4584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57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447</Words>
  <Characters>2553</Characters>
  <Application>Microsoft Office Outlook</Application>
  <DocSecurity>0</DocSecurity>
  <Lines>0</Lines>
  <Paragraphs>0</Paragraphs>
  <ScaleCrop>false</ScaleCrop>
  <Company>Администрация Н-Сергинского МО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1</dc:creator>
  <cp:keywords/>
  <dc:description/>
  <cp:lastModifiedBy>1</cp:lastModifiedBy>
  <cp:revision>5</cp:revision>
  <cp:lastPrinted>2015-11-23T06:04:00Z</cp:lastPrinted>
  <dcterms:created xsi:type="dcterms:W3CDTF">2015-11-19T09:38:00Z</dcterms:created>
  <dcterms:modified xsi:type="dcterms:W3CDTF">2015-11-23T06:14:00Z</dcterms:modified>
</cp:coreProperties>
</file>